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125" w:rsidRDefault="00BF7EA0">
      <w:r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3" type="#_x0000_t202" style="position:absolute;margin-left:543.4pt;margin-top:35.65pt;width:139.5pt;height:40.5pt;z-index:251656704;mso-wrap-distance-left:2.88pt;mso-wrap-distance-top:2.88pt;mso-wrap-distance-right:2.88pt;mso-wrap-distance-bottom:2.88pt;mso-position-horizontal-relative:page;mso-position-vertical-relative:page" o:regroupid="1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BF7EA0" w:rsidRDefault="00BF7EA0" w:rsidP="00BF7EA0">
                  <w:pPr>
                    <w:widowControl w:val="0"/>
                    <w:spacing w:line="500" w:lineRule="exact"/>
                    <w:rPr>
                      <w:rFonts w:ascii="Arial" w:hAnsi="Arial" w:cs="Arial"/>
                      <w:color w:val="FFFFFE"/>
                      <w:w w:val="90"/>
                      <w:sz w:val="46"/>
                      <w:szCs w:val="46"/>
                      <w:lang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E3640"/>
                      <w:w w:val="90"/>
                      <w:sz w:val="46"/>
                      <w:szCs w:val="46"/>
                      <w:lang/>
                    </w:rPr>
                    <w:t>simplifying</w:t>
                  </w:r>
                  <w:proofErr w:type="gramEnd"/>
                  <w:r>
                    <w:rPr>
                      <w:rFonts w:ascii="Arial" w:hAnsi="Arial" w:cs="Arial"/>
                      <w:color w:val="2E3640"/>
                      <w:w w:val="90"/>
                      <w:sz w:val="46"/>
                      <w:szCs w:val="46"/>
                      <w:lang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EF792F"/>
                      <w:w w:val="90"/>
                      <w:sz w:val="46"/>
                      <w:szCs w:val="46"/>
                      <w:lang/>
                    </w:rPr>
                    <w:t>IT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2" type="#_x0000_t202" style="position:absolute;margin-left:29.65pt;margin-top:290.4pt;width:217.3pt;height:292.5pt;z-index:251655680;mso-wrap-distance-left:2.88pt;mso-wrap-distance-top:2.88pt;mso-wrap-distance-right:2.88pt;mso-wrap-distance-bottom:2.88pt;mso-position-horizontal-relative:page;mso-position-vertical-relative:page" o:regroupid="1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CA45BC" w:rsidRDefault="00CA45BC" w:rsidP="00BF7EA0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</w:pPr>
                </w:p>
                <w:p w:rsidR="00CA45BC" w:rsidRDefault="00CA45BC" w:rsidP="00BF7EA0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</w:pPr>
                </w:p>
                <w:p w:rsidR="00CA45BC" w:rsidRDefault="00CA45BC" w:rsidP="00BF7EA0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</w:pPr>
                </w:p>
                <w:p w:rsidR="00BF7EA0" w:rsidRDefault="00CA45BC" w:rsidP="00BF7EA0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  <w:t>SoftSolution</w:t>
                  </w:r>
                  <w:proofErr w:type="spellEnd"/>
                  <w:r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  <w:t xml:space="preserve"> </w:t>
                  </w:r>
                  <w:r w:rsidRPr="00CA45BC"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  <w:t>is a company specialized in developing enterprise management software for micro and small business</w:t>
                  </w:r>
                  <w:r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  <w:t>es</w:t>
                  </w:r>
                  <w:r w:rsidRPr="00CA45BC"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  <w:t xml:space="preserve">. It was founded in 2001 </w:t>
                  </w:r>
                  <w:r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  <w:t>on</w:t>
                  </w:r>
                  <w:r w:rsidRPr="00CA45BC"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  <w:t xml:space="preserve"> Silicon Island, with the purpose of promoting the development of integrated management software that are safe, practical and efficient for their customers.</w:t>
                  </w:r>
                </w:p>
                <w:p w:rsidR="00CA45BC" w:rsidRPr="00CA45BC" w:rsidRDefault="00CA45BC" w:rsidP="00BF7EA0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</w:pPr>
                </w:p>
                <w:p w:rsidR="00AE665C" w:rsidRPr="00AE665C" w:rsidRDefault="00BF7EA0" w:rsidP="00AE665C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EF792F"/>
                      <w:sz w:val="17"/>
                      <w:szCs w:val="17"/>
                    </w:rPr>
                  </w:pPr>
                  <w:r w:rsidRPr="00AE665C">
                    <w:rPr>
                      <w:rFonts w:ascii="Arial" w:hAnsi="Arial" w:cs="Arial"/>
                      <w:color w:val="EF792F"/>
                      <w:sz w:val="17"/>
                      <w:szCs w:val="17"/>
                    </w:rPr>
                    <w:t>•</w:t>
                  </w:r>
                  <w:r w:rsidR="00AE665C" w:rsidRPr="00AE665C">
                    <w:rPr>
                      <w:rFonts w:ascii="Arial" w:hAnsi="Arial" w:cs="Arial"/>
                      <w:color w:val="EF792F"/>
                      <w:sz w:val="17"/>
                      <w:szCs w:val="17"/>
                    </w:rPr>
                    <w:t xml:space="preserve"> </w:t>
                  </w:r>
                  <w:r w:rsidR="00AE665C" w:rsidRPr="00AE665C">
                    <w:rPr>
                      <w:rFonts w:ascii="Arial" w:hAnsi="Arial" w:cs="Arial"/>
                      <w:color w:val="EF792F"/>
                      <w:sz w:val="17"/>
                      <w:szCs w:val="17"/>
                    </w:rPr>
                    <w:t>WEB SYSTEMS</w:t>
                  </w:r>
                </w:p>
                <w:p w:rsidR="00AE665C" w:rsidRPr="00AE665C" w:rsidRDefault="00AE665C" w:rsidP="00AE665C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EF792F"/>
                      <w:sz w:val="17"/>
                      <w:szCs w:val="17"/>
                    </w:rPr>
                  </w:pPr>
                  <w:r w:rsidRPr="00AE665C">
                    <w:rPr>
                      <w:rFonts w:ascii="Arial" w:hAnsi="Arial" w:cs="Arial"/>
                      <w:color w:val="EF792F"/>
                      <w:sz w:val="17"/>
                      <w:szCs w:val="17"/>
                    </w:rPr>
                    <w:t>• E-BUSINESS</w:t>
                  </w:r>
                </w:p>
                <w:p w:rsidR="00AE665C" w:rsidRPr="00AE665C" w:rsidRDefault="00AE665C" w:rsidP="00AE665C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EF792F"/>
                      <w:sz w:val="17"/>
                      <w:szCs w:val="17"/>
                    </w:rPr>
                  </w:pPr>
                  <w:r w:rsidRPr="00AE665C">
                    <w:rPr>
                      <w:rFonts w:ascii="Arial" w:hAnsi="Arial" w:cs="Arial"/>
                      <w:color w:val="EF792F"/>
                      <w:sz w:val="17"/>
                      <w:szCs w:val="17"/>
                    </w:rPr>
                    <w:t>• MANAGEMENT</w:t>
                  </w:r>
                </w:p>
                <w:p w:rsidR="00BF7EA0" w:rsidRDefault="00AE665C" w:rsidP="00AE665C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EF792F"/>
                      <w:sz w:val="17"/>
                      <w:szCs w:val="17"/>
                      <w:lang/>
                    </w:rPr>
                  </w:pPr>
                  <w:r w:rsidRPr="00AE665C">
                    <w:rPr>
                      <w:rFonts w:ascii="Arial" w:hAnsi="Arial" w:cs="Arial"/>
                      <w:color w:val="EF792F"/>
                      <w:sz w:val="17"/>
                      <w:szCs w:val="17"/>
                    </w:rPr>
                    <w:t>• INFORMATION SYSTEMS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60" type="#_x0000_t202" style="position:absolute;margin-left:307.75pt;margin-top:472.15pt;width:75.65pt;height:20.3pt;z-index:251653632;mso-wrap-distance-left:2.88pt;mso-wrap-distance-top:2.88pt;mso-wrap-distance-right:2.88pt;mso-wrap-distance-bottom:2.88pt;mso-position-horizontal-relative:page;mso-position-vertical-relative:page" o:regroupid="1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 joinstyle="miter" insetpen="t"/>
              <o:top v:ext="view" color="#212120" color2="#fffffe [rgb(255,255,254) ink(7,255)]" joinstyle="miter" insetpen="t"/>
              <o:right v:ext="view" color="#212120" color2="#fffffe [rgb(255,255,254) ink(7,255)]" joinstyle="miter" insetpen="t"/>
              <o:bottom v:ext="view" color="#212120" color2="#fffffe [rgb(255,255,254) ink(7,255)]" joinstyle="miter" insetpen="t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BF7EA0" w:rsidRDefault="00CA45BC" w:rsidP="00BF7EA0">
                  <w:pPr>
                    <w:widowControl w:val="0"/>
                    <w:spacing w:line="260" w:lineRule="exact"/>
                    <w:rPr>
                      <w:rFonts w:ascii="Arial" w:hAnsi="Arial" w:cs="Arial"/>
                      <w:color w:val="FFFFFE"/>
                      <w:w w:val="90"/>
                      <w:sz w:val="22"/>
                      <w:szCs w:val="22"/>
                      <w:lang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FFFFFE"/>
                      <w:spacing w:val="20"/>
                      <w:w w:val="90"/>
                      <w:sz w:val="22"/>
                      <w:szCs w:val="22"/>
                      <w:lang/>
                    </w:rPr>
                    <w:t>SoftSolutions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group id="_x0000_s1053" style="position:absolute;margin-left:281.25pt;margin-top:467pt;width:24.85pt;height:26.85pt;z-index:251652608;mso-position-horizontal-relative:page;mso-position-vertical-relative:page" coordorigin="114379548,106280986" coordsize="450000,487500" o:regroupid="1">
            <v:shape id="_x0000_s1054" style="position:absolute;left:114398298;top:106460986;width:431250;height:307500" coordsize="115,82" path="m101,37hdc84,64,49,71,23,54,12,47,4,36,,24,2,40,11,56,26,65,52,82,87,75,103,48,113,34,115,16,110,v1,13,-2,26,-9,37xe" fillcolor="#e33830 [rgb(227,56,48) cmyk(1.18,97.6,95.3,0)]" stroked="f" strokecolor="#212120 [rgb(33,33,32) cmyk(0,0,0,100)]" o:cliptowrap="t">
              <v:fill color2="#efb32f [rgb(239,179,47) cmyk(5.1,27.1,98,0)]" rotate="t" angle="-13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55" style="position:absolute;left:114379548;top:106355986;width:408750;height:363750" coordsize="109,97" path="m77,81hdc46,88,16,68,10,38,7,25,9,12,15,,5,13,,30,4,47v6,31,36,50,67,44c88,87,102,76,109,61,101,71,90,78,77,81xe" fillcolor="#e33830 [rgb(227,56,48) cmyk(1.18,97.6,95.3,0)]" stroked="f" strokecolor="#212120 [rgb(33,33,32) cmyk(0,0,0,100)]" o:cliptowrap="t">
              <v:fill color2="#efb32f [rgb(239,179,47) cmyk(5.1,27.1,98,0)]" rotate="t" angle="-13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56" style="position:absolute;left:114420798;top:106295986;width:236250;height:333750" coordsize="63,89" path="m34,78hdc14,65,8,38,21,18,27,9,35,3,45,,32,1,20,8,13,20,,40,5,67,26,80v11,8,25,9,37,5c53,86,43,84,34,78xe" fillcolor="#e33830 [rgb(227,56,48) cmyk(1.18,97.6,95.3,0)]" stroked="f" strokecolor="#212120 [rgb(33,33,32) cmyk(0,0,0,100)]" o:cliptowrap="t">
              <v:fill color2="#ef792f [rgb(239,121,47) cmyk(0,63.1,98,0)]" rotate="t" angle="-45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57" style="position:absolute;left:114458298;top:106280986;width:281250;height:318750" coordsize="75,85" path="m12,60hdc7,36,22,13,46,7v10,-2,20,,29,4c65,3,52,,38,3,15,8,,31,5,55,8,68,16,79,28,85,20,79,14,70,12,60xe" fillcolor="#e33830 [rgb(227,56,48) cmyk(1.18,97.6,95.3,0)]" stroked="f" strokecolor="#212120 [rgb(33,33,32) cmyk(0,0,0,100)]" o:cliptowrap="t">
              <v:fill color2="#ef792f [rgb(239,121,47) cmyk(0,63.1,98,0)]" rotate="t" angle="-45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58" style="position:absolute;left:114525798;top:106344736;width:187500;height:225000" coordsize="50,60" path="m10,43hdc5,27,14,10,30,5,37,3,44,4,50,6,43,1,34,,25,3,9,8,,25,5,41v3,9,9,15,17,19c17,56,12,50,10,43xe" fillcolor="#efb32f [rgb(239,179,47) cmyk(5.1,27.1,98,0)]" stroked="f" strokecolor="#212120 [rgb(33,33,32) cmyk(0,0,0,100)]" o:cliptowrap="t">
              <v:fill color2="#e33830 [rgb(227,56,48) cmyk(1.18,97.6,95.3,0)]" rotate="t" angle="-4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59" style="position:absolute;left:114552048;top:106344736;width:228750;height:172500" coordsize="61,46" path="m7,26hdc14,11,33,5,48,13v6,4,11,9,13,15c60,20,54,12,46,7,31,,13,5,5,20,,29,,38,4,46,2,40,3,32,7,26xe" fillcolor="#efb32f [rgb(239,179,47) cmyk(5.1,27.1,98,0)]" stroked="f" strokecolor="#212120 [rgb(33,33,32) cmyk(0,0,0,100)]" o:cliptowrap="t">
              <v:fill color2="#e33830 [rgb(227,56,48) cmyk(1.18,97.6,95.3,0)]" rotate="t" angle="-4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w10:wrap anchorx="page" anchory="page"/>
          </v:group>
        </w:pict>
      </w:r>
      <w:r>
        <w:rPr>
          <w:noProof/>
          <w:color w:val="auto"/>
          <w:kern w:val="0"/>
          <w:sz w:val="24"/>
          <w:szCs w:val="24"/>
        </w:rPr>
        <w:pict>
          <v:group id="_x0000_s1043" style="position:absolute;margin-left:616.95pt;margin-top:499.25pt;width:35.45pt;height:38.4pt;z-index:251648512;mso-position-horizontal-relative:page;mso-position-vertical-relative:page" coordorigin="114379548,106280986" coordsize="450000,487500" o:regroupid="1">
            <v:shape id="_x0000_s1044" style="position:absolute;left:114398298;top:106460986;width:431250;height:307500" coordsize="115,82" path="m101,37hdc84,64,49,71,23,54,12,47,4,36,,24,2,40,11,56,26,65,52,82,87,75,103,48,113,34,115,16,110,v1,13,-2,26,-9,37xe" fillcolor="#e33830 [rgb(227,56,48) cmyk(1.18,97.6,95.3,0)]" stroked="f" strokecolor="#212120 [rgb(33,33,32) cmyk(0,0,0,100)]" o:cliptowrap="t">
              <v:fill color2="#efb32f [rgb(239,179,47) cmyk(5.1,27.1,98,0)]" rotate="t" angle="-13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45" style="position:absolute;left:114379548;top:106355986;width:408750;height:363750" coordsize="109,97" path="m77,81hdc46,88,16,68,10,38,7,25,9,12,15,,5,13,,30,4,47v6,31,36,50,67,44c88,87,102,76,109,61,101,71,90,78,77,81xe" fillcolor="#e33830 [rgb(227,56,48) cmyk(1.18,97.6,95.3,0)]" stroked="f" strokecolor="#212120 [rgb(33,33,32) cmyk(0,0,0,100)]" o:cliptowrap="t">
              <v:fill color2="#efb32f [rgb(239,179,47) cmyk(5.1,27.1,98,0)]" rotate="t" angle="-13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46" style="position:absolute;left:114420798;top:106295986;width:236250;height:333750" coordsize="63,89" path="m34,78hdc14,65,8,38,21,18,27,9,35,3,45,,32,1,20,8,13,20,,40,5,67,26,80v11,8,25,9,37,5c53,86,43,84,34,78xe" fillcolor="#e33830 [rgb(227,56,48) cmyk(1.18,97.6,95.3,0)]" stroked="f" strokecolor="#212120 [rgb(33,33,32) cmyk(0,0,0,100)]" o:cliptowrap="t">
              <v:fill color2="#ef792f [rgb(239,121,47) cmyk(0,63.1,98,0)]" rotate="t" angle="-45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47" style="position:absolute;left:114458298;top:106280986;width:281250;height:318750" coordsize="75,85" path="m12,60hdc7,36,22,13,46,7v10,-2,20,,29,4c65,3,52,,38,3,15,8,,31,5,55,8,68,16,79,28,85,20,79,14,70,12,60xe" fillcolor="#e33830 [rgb(227,56,48) cmyk(1.18,97.6,95.3,0)]" stroked="f" strokecolor="#212120 [rgb(33,33,32) cmyk(0,0,0,100)]" o:cliptowrap="t">
              <v:fill color2="#ef792f [rgb(239,121,47) cmyk(0,63.1,98,0)]" rotate="t" angle="-45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48" style="position:absolute;left:114525798;top:106344736;width:187500;height:225000" coordsize="50,60" path="m10,43hdc5,27,14,10,30,5,37,3,44,4,50,6,43,1,34,,25,3,9,8,,25,5,41v3,9,9,15,17,19c17,56,12,50,10,43xe" fillcolor="#efb32f [rgb(239,179,47) cmyk(5.1,27.1,98,0)]" stroked="f" strokecolor="#212120 [rgb(33,33,32) cmyk(0,0,0,100)]" o:cliptowrap="t">
              <v:fill color2="#e33830 [rgb(227,56,48) cmyk(1.18,97.6,95.3,0)]" rotate="t" angle="-4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49" style="position:absolute;left:114552048;top:106344736;width:228750;height:172500" coordsize="61,46" path="m7,26hdc14,11,33,5,48,13v6,4,11,9,13,15c60,20,54,12,46,7,31,,13,5,5,20,,29,,38,4,46,2,40,3,32,7,26xe" fillcolor="#efb32f [rgb(239,179,47) cmyk(5.1,27.1,98,0)]" stroked="f" strokecolor="#212120 [rgb(33,33,32) cmyk(0,0,0,100)]" o:cliptowrap="t">
              <v:fill color2="#e33830 [rgb(227,56,48) cmyk(1.18,97.6,95.3,0)]" rotate="t" angle="-4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w10:wrap anchorx="page" anchory="page"/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 id="_x0000_s1042" type="#_x0000_t202" style="position:absolute;margin-left:429.2pt;margin-top:523.4pt;width:99pt;height:63pt;z-index:251647488;mso-wrap-distance-left:2.88pt;mso-wrap-distance-top:2.88pt;mso-wrap-distance-right:2.88pt;mso-wrap-distance-bottom:2.88pt;mso-position-horizontal-relative:page;mso-position-vertical-relative:page" o:regroupid="1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CA45BC" w:rsidRPr="00CA45BC" w:rsidRDefault="00CA45BC" w:rsidP="00CA45BC">
                  <w:pPr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</w:pPr>
                  <w:proofErr w:type="spellStart"/>
                  <w:r w:rsidRPr="00CA45BC"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  <w:t>Rua</w:t>
                  </w:r>
                  <w:proofErr w:type="spellEnd"/>
                  <w:r w:rsidRPr="00CA45BC"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  <w:t xml:space="preserve"> </w:t>
                  </w:r>
                  <w:proofErr w:type="spellStart"/>
                  <w:r w:rsidRPr="00CA45BC"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  <w:t>Vailonge</w:t>
                  </w:r>
                  <w:proofErr w:type="spellEnd"/>
                  <w:r w:rsidRPr="00CA45BC"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  <w:t xml:space="preserve">, 5432 </w:t>
                  </w:r>
                </w:p>
                <w:p w:rsidR="00CA45BC" w:rsidRPr="00CA45BC" w:rsidRDefault="00CA45BC" w:rsidP="00CA45BC">
                  <w:pPr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</w:pPr>
                  <w:r w:rsidRPr="00CA45BC"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  <w:t xml:space="preserve">88000 Silicon Island </w:t>
                  </w:r>
                </w:p>
                <w:p w:rsidR="00CA45BC" w:rsidRPr="00CA45BC" w:rsidRDefault="00CA45BC" w:rsidP="00CA45BC">
                  <w:pPr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</w:pPr>
                  <w:r w:rsidRPr="00CA45BC"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  <w:t>Brazil</w:t>
                  </w:r>
                </w:p>
                <w:p w:rsidR="00BF7EA0" w:rsidRPr="00CA45BC" w:rsidRDefault="00CA45BC" w:rsidP="00CA45BC">
                  <w:pPr>
                    <w:rPr>
                      <w:szCs w:val="14"/>
                    </w:rPr>
                  </w:pPr>
                  <w:r w:rsidRPr="00CA45BC">
                    <w:rPr>
                      <w:rFonts w:ascii="Arial" w:hAnsi="Arial" w:cs="Arial"/>
                      <w:color w:val="FFFFFE"/>
                      <w:w w:val="90"/>
                      <w:sz w:val="14"/>
                      <w:szCs w:val="14"/>
                      <w:lang/>
                    </w:rPr>
                    <w:t>Tel. 555.543.5432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1" type="#_x0000_t202" style="position:absolute;margin-left:33.95pt;margin-top:181.75pt;width:227.15pt;height:82.35pt;z-index:251646464;mso-wrap-distance-left:2.88pt;mso-wrap-distance-top:2.88pt;mso-wrap-distance-right:2.88pt;mso-wrap-distance-bottom:2.88pt;mso-position-horizontal-relative:page;mso-position-vertical-relative:page" o:regroupid="1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BF7EA0" w:rsidRDefault="00BF7EA0" w:rsidP="00BF7EA0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676767"/>
                      <w:sz w:val="18"/>
                      <w:szCs w:val="18"/>
                      <w:lang/>
                    </w:rPr>
                  </w:pPr>
                  <w:proofErr w:type="gramStart"/>
                  <w:r>
                    <w:rPr>
                      <w:rFonts w:ascii="Arial" w:hAnsi="Arial" w:cs="Arial"/>
                      <w:color w:val="EF792F"/>
                      <w:spacing w:val="20"/>
                      <w:w w:val="90"/>
                      <w:sz w:val="18"/>
                      <w:szCs w:val="18"/>
                      <w:lang/>
                    </w:rPr>
                    <w:t>IT</w:t>
                  </w:r>
                  <w:proofErr w:type="gramEnd"/>
                  <w:r>
                    <w:rPr>
                      <w:rFonts w:ascii="Arial" w:hAnsi="Arial" w:cs="Arial"/>
                      <w:color w:val="EF792F"/>
                      <w:spacing w:val="20"/>
                      <w:w w:val="90"/>
                      <w:sz w:val="18"/>
                      <w:szCs w:val="18"/>
                      <w:lang/>
                    </w:rPr>
                    <w:t xml:space="preserve"> SOLUTIONS</w:t>
                  </w:r>
                </w:p>
                <w:p w:rsidR="00CA45BC" w:rsidRPr="000E3D0E" w:rsidRDefault="00CA45BC" w:rsidP="00CA45BC">
                  <w:pPr>
                    <w:widowControl w:val="0"/>
                    <w:tabs>
                      <w:tab w:val="left" w:pos="622"/>
                      <w:tab w:val="left" w:pos="1619"/>
                    </w:tabs>
                    <w:spacing w:line="280" w:lineRule="exact"/>
                    <w:rPr>
                      <w:rFonts w:ascii="Arial" w:hAnsi="Arial" w:cs="Arial"/>
                      <w:color w:val="2E3640"/>
                      <w:sz w:val="15"/>
                      <w:szCs w:val="15"/>
                    </w:rPr>
                  </w:pPr>
                  <w:proofErr w:type="spellStart"/>
                  <w:r w:rsidRPr="000E3D0E">
                    <w:rPr>
                      <w:rFonts w:ascii="Arial" w:hAnsi="Arial" w:cs="Arial"/>
                      <w:color w:val="2E3640"/>
                      <w:sz w:val="15"/>
                      <w:szCs w:val="15"/>
                    </w:rPr>
                    <w:t>SoftSolution</w:t>
                  </w:r>
                  <w:proofErr w:type="spellEnd"/>
                  <w:r w:rsidRPr="000E3D0E">
                    <w:rPr>
                      <w:rFonts w:ascii="Arial" w:hAnsi="Arial" w:cs="Arial"/>
                      <w:color w:val="2E3640"/>
                      <w:sz w:val="15"/>
                      <w:szCs w:val="15"/>
                    </w:rPr>
                    <w:t xml:space="preserve"> is one of the industry leade</w:t>
                  </w:r>
                  <w:r>
                    <w:rPr>
                      <w:rFonts w:ascii="Arial" w:hAnsi="Arial" w:cs="Arial"/>
                      <w:color w:val="2E3640"/>
                      <w:sz w:val="15"/>
                      <w:szCs w:val="15"/>
                    </w:rPr>
                    <w:t>rs</w:t>
                  </w:r>
                  <w:r w:rsidRPr="000E3D0E">
                    <w:rPr>
                      <w:rFonts w:ascii="Arial" w:hAnsi="Arial" w:cs="Arial"/>
                      <w:color w:val="2E3640"/>
                      <w:sz w:val="15"/>
                      <w:szCs w:val="15"/>
                    </w:rPr>
                    <w:t xml:space="preserve"> in providing IT solutions for various sectors of commerce.</w:t>
                  </w:r>
                </w:p>
                <w:p w:rsidR="00BF7EA0" w:rsidRPr="00CA45BC" w:rsidRDefault="00BF7EA0" w:rsidP="00CA45BC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2E3640"/>
                      <w:sz w:val="15"/>
                      <w:szCs w:val="15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0" style="position:absolute;margin-left:18.9pt;margin-top:245.3pt;width:755.75pt;height:102.3pt;z-index:251645440;mso-position-horizontal-relative:page;mso-position-vertical-relative:page" coordsize="3168,427" o:regroupid="1" path="m,hdc1342,427,2660,415,3168,390e" filled="f" fillcolor="#fffffe [rgb(255,255,254) ink(7,255)]" strokecolor="#efb32f [rgb(239,179,47) ink(2,255)]" strokeweight=".17706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9" style="position:absolute;margin-left:18.9pt;margin-top:253.95pt;width:755.75pt;height:101.55pt;z-index:251644416;mso-position-horizontal-relative:page;mso-position-vertical-relative:page" coordsize="3168,424" o:regroupid="1" path="m,hdc1347,424,2667,408,3168,382e" filled="f" fillcolor="#fffffe [rgb(255,255,254) ink(7,255)]" strokecolor="#fffffe [rgb(255,255,254) ink(7,255)]" strokeweight=".17706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8" style="position:absolute;margin-left:18.9pt;margin-top:261.35pt;width:755.5pt;height:102.3pt;z-index:251643392;mso-position-horizontal-relative:page;mso-position-vertical-relative:page" coordsize="3167,427" o:regroupid="1" path="m,hdc1349,427,2670,411,3167,386e" filled="f" fillcolor="#fffffe [rgb(255,255,254) ink(7,255)]" strokecolor="#efb32f [rgb(239,179,47) ink(2,255)]" strokeweight=".17706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7" style="position:absolute;margin-left:18.9pt;margin-top:249.4pt;width:755.5pt;height:105.65pt;z-index:251642368;mso-position-horizontal-relative:page;mso-position-vertical-relative:page" coordsize="3167,441" o:regroupid="1" path="m,hdc1344,441,2667,439,3167,419e" filled="f" fillcolor="#fffffe [rgb(255,255,254) ink(7,255)]" strokecolor="#fffffe [rgb(255,255,254) ink(7,255)]" strokeweight=".17706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6" style="position:absolute;margin-left:18.9pt;margin-top:254.2pt;width:755.75pt;height:95.8pt;z-index:251641344;mso-position-horizontal-relative:page;mso-position-vertical-relative:page" coordsize="3168,400" o:regroupid="1" path="m,hdc1367,400,2689,357,3168,323e" filled="f" fillcolor="#fffffe [rgb(255,255,254) ink(7,255)]" strokecolor="#fffffe [rgb(255,255,254) ink(7,255)]" strokeweight=".17706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5" style="position:absolute;margin-left:18.65pt;margin-top:108.35pt;width:243pt;height:51pt;z-index:251640320;mso-position-horizontal-relative:page;mso-position-vertical-relative:page" coordsize="1036,205" o:regroupid="1" path="m,hdc358,94,708,160,1036,205e" filled="f" fillcolor="#fffffe [rgb(255,255,254) ink(7,255)]" strokecolor="#efb32f [rgb(239,179,47) ink(2,255)]" strokeweight=".5pt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4" style="position:absolute;margin-left:18.65pt;margin-top:117.1pt;width:243pt;height:50.2pt;z-index:251639296;mso-position-horizontal-relative:page;mso-position-vertical-relative:page" coordsize="1036,202" o:regroupid="1" path="m,hdc358,94,708,158,1036,202e" filled="f" fillcolor="#fffffe [rgb(255,255,254) ink(7,255)]" strokecolor="#fffffe [rgb(255,255,254) ink(7,255)]" strokeweight=".5pt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3" style="position:absolute;margin-left:18.65pt;margin-top:125.05pt;width:243pt;height:50.45pt;z-index:251638272;mso-position-horizontal-relative:page;mso-position-vertical-relative:page" coordsize="1036,203" o:regroupid="1" path="m,hdc358,94,708,159,1036,203e" filled="f" fillcolor="#fffffe [rgb(255,255,254) ink(7,255)]" strokecolor="#efb32f [rgb(239,179,47) ink(2,255)]" strokeweight=".5pt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2" style="position:absolute;margin-left:18.65pt;margin-top:113.6pt;width:243pt;height:53.2pt;z-index:251637248;mso-position-horizontal-relative:page;mso-position-vertical-relative:page" coordsize="1036,214" o:regroupid="1" path="m,hdc357,98,708,167,1036,214e" filled="f" fillcolor="#fffffe [rgb(255,255,254) ink(7,255)]" strokecolor="#fffffe [rgb(255,255,254) ink(7,255)]" strokeweight=".5pt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1" style="position:absolute;margin-left:18.65pt;margin-top:115.35pt;width:243pt;height:45.5pt;z-index:251636224;mso-position-horizontal-relative:page;mso-position-vertical-relative:page" coordsize="1036,183" o:regroupid="1" path="m,hdc359,87,709,145,1036,183e" filled="f" fillcolor="#fffffe [rgb(255,255,254) ink(7,255)]" strokecolor="#fffffe [rgb(255,255,254) ink(7,255)]" strokeweight=".5pt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0" style="position:absolute;margin-left:18.65pt;margin-top:253.65pt;width:756pt;height:340.35pt;z-index:251635200;mso-position-horizontal-relative:page;mso-position-vertical-relative:page" coordsize="3168,1422" o:regroupid="1" path="m3168,1422hdc3168,398,3168,398,3168,398v-199,-1,-537,-4,-986,-32c1865,347,668,230,,,,1422,,1422,,1422hal3168,1422hdxe" fillcolor="#2e3640 [rgb(46,54,64) ink(5,255)]" stroked="f" strokecolor="#212120 [rgb(33,33,32) cmyk(0,0,0,100)]" o:cliptowrap="t">
            <v:fill color2="#fffffe [rgb(255,255,254) ink(7,255)]"/>
            <v:stroke color2="#fffffe [rgb(255,255,254) ink(7,255)]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29" style="position:absolute;margin-left:18pt;margin-top:130.1pt;width:256.1pt;height:170.35pt;z-index:251634176;mso-position-horizontal-relative:page;mso-position-vertical-relative:page" coordsize="1069,711" o:regroupid="1" path="m,hdc,711,,711,,711v1069,,1069,,1069,c1069,245,1069,245,1069,245,691,186,292,104,,xe" fillcolor="#fffffe [rgb(255,255,254) ink(7,255)]" stroked="f" strokecolor="#212120 [rgb(33,33,32) cmyk(0,0,0,100)]" o:cliptowrap="t">
            <v:fill color2="#fffffe [rgb(255,255,254) ink(7,255)]"/>
            <v:stroke color2="#fffffe [rgb(255,255,254) ink(7,255)]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CA45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33152" behindDoc="0" locked="0" layoutInCell="1" allowOverlap="1">
            <wp:simplePos x="0" y="0"/>
            <wp:positionH relativeFrom="page">
              <wp:posOffset>236855</wp:posOffset>
            </wp:positionH>
            <wp:positionV relativeFrom="page">
              <wp:posOffset>228600</wp:posOffset>
            </wp:positionV>
            <wp:extent cx="3086100" cy="2382520"/>
            <wp:effectExtent l="19050" t="0" r="0" b="0"/>
            <wp:wrapNone/>
            <wp:docPr id="4" name="Imagem 4" descr="C:\Documents and Settings\tamic\Desktop\TC999D\TC9990102D-PB\TC9990102-IMG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tamic\Desktop\TC999D\TC9990102D-PB\TC9990102-IMG04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 l="2895" t="1785" r="29298" b="335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8252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CA45BC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32128" behindDoc="0" locked="0" layoutInCell="1" allowOverlap="1">
            <wp:simplePos x="0" y="0"/>
            <wp:positionH relativeFrom="page">
              <wp:posOffset>6637655</wp:posOffset>
            </wp:positionH>
            <wp:positionV relativeFrom="page">
              <wp:posOffset>228600</wp:posOffset>
            </wp:positionV>
            <wp:extent cx="3200400" cy="4857750"/>
            <wp:effectExtent l="19050" t="0" r="0" b="0"/>
            <wp:wrapNone/>
            <wp:docPr id="3" name="Imagem 3" descr="C:\Documents and Settings\tamic\Desktop\TC999D\TC9990102D-PB\TC9990102-IMG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tamic\Desktop\TC999D\TC9990102D-PB\TC9990102-IMG02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 l="328" r="26508" b="16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8577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5F70E4" w:rsidRDefault="00AE665C">
      <w:r>
        <w:rPr>
          <w:noProof/>
          <w:color w:val="auto"/>
          <w:kern w:val="0"/>
          <w:sz w:val="24"/>
          <w:szCs w:val="24"/>
        </w:rPr>
        <w:pict>
          <v:shape id="_x0000_s1052" type="#_x0000_t202" style="position:absolute;margin-left:692.05pt;margin-top:265.5pt;width:69.1pt;height:58.5pt;z-index:251651584;mso-wrap-distance-left:2.88pt;mso-wrap-distance-top:2.88pt;mso-wrap-distance-right:2.88pt;mso-wrap-distance-bottom:2.88pt;mso-position-horizontal-relative:page;mso-position-vertical-relative:page" o:regroupid="1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BF7EA0" w:rsidRDefault="00AE665C" w:rsidP="00BF7EA0">
                  <w:pPr>
                    <w:widowControl w:val="0"/>
                    <w:spacing w:line="240" w:lineRule="exact"/>
                    <w:jc w:val="right"/>
                    <w:rPr>
                      <w:rFonts w:ascii="Arial" w:hAnsi="Arial" w:cs="Arial"/>
                      <w:color w:val="2E3640"/>
                      <w:spacing w:val="20"/>
                      <w:w w:val="90"/>
                      <w:sz w:val="16"/>
                      <w:szCs w:val="16"/>
                      <w:lang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E3640"/>
                      <w:spacing w:val="20"/>
                      <w:w w:val="90"/>
                      <w:sz w:val="16"/>
                      <w:szCs w:val="16"/>
                      <w:lang/>
                    </w:rPr>
                    <w:t>development</w:t>
                  </w:r>
                  <w:proofErr w:type="gramEnd"/>
                </w:p>
                <w:p w:rsidR="00BF7EA0" w:rsidRDefault="00AE665C" w:rsidP="00BF7EA0">
                  <w:pPr>
                    <w:widowControl w:val="0"/>
                    <w:spacing w:line="240" w:lineRule="exact"/>
                    <w:jc w:val="right"/>
                    <w:rPr>
                      <w:rFonts w:ascii="Arial" w:hAnsi="Arial" w:cs="Arial"/>
                      <w:color w:val="2E3640"/>
                      <w:spacing w:val="20"/>
                      <w:w w:val="90"/>
                      <w:sz w:val="16"/>
                      <w:szCs w:val="16"/>
                      <w:lang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E3640"/>
                      <w:spacing w:val="20"/>
                      <w:w w:val="90"/>
                      <w:sz w:val="16"/>
                      <w:szCs w:val="16"/>
                      <w:lang/>
                    </w:rPr>
                    <w:t>consulting</w:t>
                  </w:r>
                  <w:proofErr w:type="gramEnd"/>
                </w:p>
                <w:p w:rsidR="00BF7EA0" w:rsidRDefault="00AE665C" w:rsidP="00BF7EA0">
                  <w:pPr>
                    <w:widowControl w:val="0"/>
                    <w:spacing w:line="240" w:lineRule="exact"/>
                    <w:jc w:val="right"/>
                    <w:rPr>
                      <w:rFonts w:ascii="Arial" w:hAnsi="Arial" w:cs="Arial"/>
                      <w:color w:val="2E3640"/>
                      <w:spacing w:val="20"/>
                      <w:w w:val="90"/>
                      <w:sz w:val="16"/>
                      <w:szCs w:val="16"/>
                      <w:lang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E3640"/>
                      <w:spacing w:val="20"/>
                      <w:w w:val="90"/>
                      <w:sz w:val="16"/>
                      <w:szCs w:val="16"/>
                      <w:lang/>
                    </w:rPr>
                    <w:t>training</w:t>
                  </w:r>
                  <w:proofErr w:type="gramEnd"/>
                </w:p>
                <w:p w:rsidR="00BF7EA0" w:rsidRDefault="00BF7EA0" w:rsidP="00BF7EA0">
                  <w:pPr>
                    <w:widowControl w:val="0"/>
                    <w:spacing w:line="240" w:lineRule="exact"/>
                    <w:jc w:val="right"/>
                    <w:rPr>
                      <w:rFonts w:ascii="Arial" w:hAnsi="Arial" w:cs="Arial"/>
                      <w:color w:val="2E3640"/>
                      <w:w w:val="90"/>
                      <w:sz w:val="16"/>
                      <w:szCs w:val="16"/>
                      <w:lang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E3640"/>
                      <w:spacing w:val="20"/>
                      <w:w w:val="90"/>
                      <w:sz w:val="16"/>
                      <w:szCs w:val="16"/>
                      <w:lang/>
                    </w:rPr>
                    <w:t>support</w:t>
                  </w:r>
                  <w:proofErr w:type="gramEnd"/>
                </w:p>
              </w:txbxContent>
            </v:textbox>
            <w10:wrap anchorx="page" anchory="page"/>
          </v:shape>
        </w:pict>
      </w:r>
      <w:r w:rsidR="00CA45BC">
        <w:rPr>
          <w:noProof/>
          <w:color w:val="auto"/>
          <w:kern w:val="0"/>
          <w:sz w:val="24"/>
          <w:szCs w:val="24"/>
        </w:rPr>
        <w:pict>
          <v:shape id="_x0000_s1050" type="#_x0000_t202" style="position:absolute;margin-left:652.35pt;margin-top:505.95pt;width:118.5pt;height:31.5pt;z-index:251649536;mso-wrap-distance-left:2.88pt;mso-wrap-distance-top:2.88pt;mso-wrap-distance-right:2.88pt;mso-wrap-distance-bottom:2.88pt;mso-position-horizontal-relative:page;mso-position-vertical-relative:page" o:regroupid="1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 joinstyle="miter" insetpen="t"/>
              <o:top v:ext="view" color="#212120" color2="#fffffe [rgb(255,255,254) ink(7,255)]" joinstyle="miter" insetpen="t"/>
              <o:right v:ext="view" color="#212120" color2="#fffffe [rgb(255,255,254) ink(7,255)]" joinstyle="miter" insetpen="t"/>
              <o:bottom v:ext="view" color="#212120" color2="#fffffe [rgb(255,255,254) ink(7,255)]" joinstyle="miter" insetpen="t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BF7EA0" w:rsidRPr="00CA45BC" w:rsidRDefault="00CA45BC" w:rsidP="00BF7EA0">
                  <w:pPr>
                    <w:widowControl w:val="0"/>
                    <w:spacing w:line="400" w:lineRule="exact"/>
                    <w:rPr>
                      <w:rFonts w:ascii="Arial" w:hAnsi="Arial" w:cs="Arial"/>
                      <w:color w:val="FFFFFE"/>
                      <w:w w:val="90"/>
                      <w:sz w:val="32"/>
                      <w:szCs w:val="36"/>
                      <w:lang/>
                    </w:rPr>
                  </w:pPr>
                  <w:proofErr w:type="spellStart"/>
                  <w:r w:rsidRPr="00CA45BC">
                    <w:rPr>
                      <w:rFonts w:ascii="Arial" w:hAnsi="Arial" w:cs="Arial"/>
                      <w:color w:val="FFFFFE"/>
                      <w:spacing w:val="40"/>
                      <w:w w:val="90"/>
                      <w:sz w:val="32"/>
                      <w:szCs w:val="36"/>
                      <w:lang/>
                    </w:rPr>
                    <w:t>SoftSolution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="006A2125">
        <w:br w:type="page"/>
      </w:r>
      <w:r w:rsidR="006A2125">
        <w:rPr>
          <w:noProof/>
        </w:rPr>
        <w:lastRenderedPageBreak/>
        <w:pict>
          <v:group id="_x0000_s1118" style="position:absolute;margin-left:538.05pt;margin-top:275.15pt;width:45.8pt;height:39.5pt;z-index:251683328;mso-position-horizontal-relative:page;mso-position-vertical-relative:page" coordorigin="111947360,109793585" coordsize="581882,501342">
            <v:shape id="_x0000_s1119" style="position:absolute;left:111947360;top:109793585;width:501186;height:501342" coordsize="501186,501342" path="m483816,342490r-6333,14655l470427,371076r-7780,13388l454143,397129r-9228,12122l434964,420649r-10494,10675l413433,441456r-11761,9227l389550,459367r-12485,7780l364038,474203r-13389,6332l336898,485963r-14113,4704l308491,494647r-14474,2895l279180,499713r-14836,1267l249326,501342r-15017,-362l219110,499351r-15198,-2352l188894,493743r-15017,-4342l158859,483973r-14655,-6333l130272,470584r-13389,-7779l104217,454301,92095,445074,80696,435123,70021,424630,59889,413593,50661,401833,41976,389711,34196,377227,27140,364201,20807,350813,15379,337062,10675,322950,6694,308657,3799,294183,1628,279347,361,264512,,249495,361,234478,1990,219281,4342,204083,7599,189066r4342,-15016l17369,159033r6333,-14655l30758,130447r7780,-13389l47042,104394,56270,92272,66221,80874,76715,70199,87752,60067,99513,50840r12123,-8684l124120,34376r13027,-7056l150536,20988r13751,-5609l178400,10675,192694,6876,207169,3800,222005,1629,236842,362,251859,r15018,543l282075,1991r15199,2352l312291,7780r15018,4342l342326,17369r14656,6333l370914,30758r13389,7779l396968,47041r12123,9227l420489,66219r10675,10493l441297,87930r9227,11579l459209,111631r7780,12664l474046,137141r6332,13388l485806,164280r4705,14112l494491,192685r2895,14655l499557,221994r1267,15017l501186,252028r-362,15017l499195,282242r-2352,15198l493587,312457r-4343,15016l483816,342490xe" fillcolor="#b7c134 [rgb(183,193,52) ink(8,255)]" strokecolor="#b7c134 [rgb(183,193,52) ink(8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20" style="position:absolute;left:111947360;top:109793585;width:501186;height:501342" coordsize="501186,501342" path="m483816,342490r-6333,14655l470427,371076r-7780,13388l454143,397129r-9228,12122l434964,420649r-10494,10675l413433,441456r-11761,9227l389550,459367r-12485,7780l364038,474203r-13389,6332l336898,485963r-14113,4704l308491,494647r-14474,2895l279180,499713r-14836,1267l249326,501342r-15017,-362l219110,499351r-15198,-2352l188894,493743r-15017,-4342l158859,483973r-14655,-6333l130272,470584r-13389,-7779l104217,454301,92095,445074,80696,435123,70021,424630,59889,413593,50661,401833,41976,389711,34196,377227,27140,364201,20807,350813,15379,337062,10675,322950,6694,308657,3799,294183,1628,279347,361,264512,,249495,361,234478,1990,219281,4342,204083,7599,189066r4342,-15016l17369,159033r6333,-14655l30758,130447r7780,-13389l47042,104394,56270,92272,66221,80874,76715,70199,87752,60067,99513,50840r12123,-8684l124120,34376r13027,-7056l150536,20988r13751,-5609l178400,10675,192694,6876,207169,3800,222005,1629,236842,362,251859,r15018,543l282075,1991r15199,2352l312291,7780r15018,4342l342326,17369r14656,6333l370914,30758r13389,7779l396968,47041r12123,9227l420489,66219r10675,10493l441297,87930r9227,11579l459209,111631r7780,12664l474046,137141r6332,13388l485806,164280r4705,14112l494491,192685r2895,14655l499557,221994r1267,15017l501186,252028r-362,15017l499195,282242r-2352,15198l493587,312457r-4343,15016l483816,342490e" filled="f" fillcolor="#fffffe [rgb(255,255,254) ink(7,255)]" strokecolor="#2e3640 [rgb(46,54,64) ink(5,255)]" strokeweight=".2663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21" style="position:absolute;left:112282630;top:110134266;width:246612;height:102403" coordsize="246612,102403" path="m246612,102403r-6875,-6513l233223,90281r-6333,-4885l220558,81054r-5971,-3619l208616,74179r-5790,-2714l194684,68570r-7780,-2171l179305,65133r-7418,-724l164649,64047r-7237,181l150175,64590r-7057,723l135881,65856r-7238,724l121949,67123r-6695,362l108560,67485r-6695,-362l94990,66218,87933,64952,80877,62961,73459,60248,65859,56991,58079,52649,49937,47402,43424,42698,36548,37451,29673,31481,22616,24967,15379,17730,7780,9408,,e" filled="f" fillcolor="#fffffe [rgb(255,255,254) ink(7,255)]" strokecolor="#2e3640 [rgb(46,54,64) ink(5,255)]" strokeweight=".2663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22" style="position:absolute;left:112103324;top:109951894;width:219111;height:215481" coordsize="219111,215481" path="m49214,188704r6152,6152l62061,200283r7237,4704l76716,208606r7780,3076l92457,213672r8142,1266l108922,215481r8142,-362l125387,213853r7961,-2171l141310,208787r7599,-3800l156146,200283r6876,-5427l192333,168622r6152,-6152l203913,155776r4704,-7237l212416,141121r2895,-7780l217483,125200r1266,-8142l219111,108917r-362,-8323l217483,92452r-1991,-8141l212597,76531r-3799,-7599l204094,61695r-5429,-6875l149452,,,133703r49214,55001xe" fillcolor="#fffffe [rgb(255,255,254) ink(7,255)]" strokecolor="#fffffe [rgb(255,255,254) ink(7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23" style="position:absolute;left:112103324;top:109951894;width:219111;height:215481" coordsize="219111,215481" path="m49214,188704r6152,6152l62061,200283r7237,4704l76716,208606r7780,3076l92457,213672r8142,1266l108922,215481r8142,-362l125387,213853r7961,-2171l141310,208787r7599,-3800l156146,200283r6876,-5427l192333,168622r6152,-6152l203913,155776r4704,-7237l212416,141121r2895,-7780l217483,125200r1266,-8142l219111,108917r-362,-8323l217483,92452r-1991,-8141l212597,76531r-3799,-7599l204094,61695r-5429,-6875l149452,,,133703r49214,55001e" filled="f" fillcolor="#fffffe [rgb(255,255,254) ink(7,255)]" strokecolor="#2e3640 [rgb(46,54,64) ink(5,255)]" strokeweight=".2663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24" style="position:absolute;left:112111828;top:109903045;width:128463;height:95347" coordsize="128463,95347" path="m7419,20625l,27138,60975,95347,128463,34918r-7237,-8142l115074,20625r-6694,-5428l101142,10493,93724,6875,85944,3799,77983,1809,69841,542,61518,,53376,361,45053,1628,37092,3799,29131,6694r-7600,3799l14294,15197,7419,20625xe" fillcolor="#fffffe [rgb(255,255,254) ink(7,255)]" strokecolor="#fffffe [rgb(255,255,254) ink(7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25" style="position:absolute;left:112111828;top:109903045;width:128463;height:95347" coordsize="128463,95347" path="m7419,20625l,27138,60975,95347,128463,34918r-7237,-8142l115074,20625r-6694,-5428l101142,10493,93724,6875,85944,3799,77983,1809,69841,542,61518,,53376,361,45053,1628,37092,3799,29131,6694r-7600,3799l14294,15197,7419,20625e" filled="f" fillcolor="#fffffe [rgb(255,255,254) ink(7,255)]" strokecolor="#2e3640 [rgb(46,54,64) ink(5,255)]" strokeweight=".2663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26" style="position:absolute;left:112063157;top:109942667;width:95714;height:129180" coordsize="95714,129180" path="m34739,l26778,7237r-6151,6151l15199,20083r-4705,7237l6695,34737,3800,42517,1629,50659,362,58800,,66942r362,8322l1629,83406r1990,8142l6514,99327r3799,7599l15018,114163r5428,6875l27683,129180,95714,68028,34739,xe" fillcolor="#fffffe [rgb(255,255,254) ink(7,255)]" strokecolor="#fffffe [rgb(255,255,254) ink(7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polyline id="_x0000_s1127" style="position:absolute" points="112097896,109942667,112089935,109949904,112083784,109956055,112078356,109962750,112073651,109969987,112069852,109977404,112066957,109985184,112064786,109993326,112063519,110001467,112063157,110009609,112063519,110017931,112064786,110026073,112066776,110034215,112069671,110041994,112073470,110049593,112078175,110056830,112083603,110063705,112090840,110071847,112158871,110010695,112097896,109942667" coordsize="95714,129180" filled="f" fillcolor="#fffffe [rgb(255,255,254) ink(7,255)]" strokecolor="#2e3640 [rgb(46,54,64) ink(5,255)]" strokeweight=".2663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polyline>
            <w10:wrap anchorx="page" anchory="page"/>
          </v:group>
        </w:pict>
      </w:r>
      <w:r w:rsidR="006A2125">
        <w:rPr>
          <w:noProof/>
        </w:rPr>
        <w:pict>
          <v:shape id="_x0000_s1117" type="#_x0000_t202" style="position:absolute;margin-left:598.05pt;margin-top:90.9pt;width:171pt;height:270.7pt;z-index:251682304;mso-wrap-distance-left:2.88pt;mso-wrap-distance-top:2.88pt;mso-wrap-distance-right:2.88pt;mso-wrap-distance-bottom:2.88pt;mso-position-horizontal-relative:page;mso-position-vertical-relative:page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6A2125" w:rsidRDefault="006A2125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EF792F"/>
                      <w:w w:val="90"/>
                      <w:sz w:val="18"/>
                      <w:szCs w:val="18"/>
                      <w:lang/>
                    </w:rPr>
                  </w:pPr>
                  <w:r>
                    <w:rPr>
                      <w:rFonts w:ascii="Arial" w:hAnsi="Arial" w:cs="Arial"/>
                      <w:color w:val="EF792F"/>
                      <w:spacing w:val="20"/>
                      <w:w w:val="90"/>
                      <w:sz w:val="18"/>
                      <w:szCs w:val="18"/>
                      <w:lang/>
                    </w:rPr>
                    <w:t>CUSTOM SOLUTIONS</w:t>
                  </w:r>
                </w:p>
                <w:p w:rsidR="006A2125" w:rsidRDefault="00443855" w:rsidP="006A2125">
                  <w:pPr>
                    <w:widowControl w:val="0"/>
                    <w:spacing w:line="360" w:lineRule="exact"/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</w:pP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>We develop customized solutions tailored to your needs and specific characteristics.</w:t>
                  </w:r>
                </w:p>
                <w:p w:rsidR="00443855" w:rsidRPr="00443855" w:rsidRDefault="00443855" w:rsidP="00443855">
                  <w:pPr>
                    <w:widowControl w:val="0"/>
                    <w:spacing w:after="160" w:line="360" w:lineRule="exact"/>
                    <w:rPr>
                      <w:rFonts w:ascii="Arial" w:hAnsi="Arial" w:cs="Arial"/>
                      <w:color w:val="676767"/>
                      <w:sz w:val="22"/>
                      <w:szCs w:val="17"/>
                    </w:rPr>
                  </w:pPr>
                </w:p>
                <w:p w:rsidR="006A2125" w:rsidRPr="00CA45BC" w:rsidRDefault="006A2125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EF792F"/>
                      <w:w w:val="90"/>
                      <w:sz w:val="18"/>
                      <w:szCs w:val="18"/>
                      <w:lang w:val="pt-BR"/>
                    </w:rPr>
                  </w:pPr>
                  <w:r w:rsidRPr="00CA45BC">
                    <w:rPr>
                      <w:rFonts w:ascii="Arial" w:hAnsi="Arial" w:cs="Arial"/>
                      <w:color w:val="EF792F"/>
                      <w:spacing w:val="20"/>
                      <w:w w:val="90"/>
                      <w:sz w:val="18"/>
                      <w:szCs w:val="18"/>
                      <w:lang w:val="pt-BR"/>
                    </w:rPr>
                    <w:t>WEB SOLUTIONS</w:t>
                  </w:r>
                </w:p>
                <w:p w:rsidR="006A2125" w:rsidRDefault="00443855" w:rsidP="006A2125">
                  <w:pPr>
                    <w:widowControl w:val="0"/>
                    <w:spacing w:line="360" w:lineRule="exact"/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</w:pP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We offer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attractive and functional web </w:t>
                  </w: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solutions with high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performance, which will help in </w:t>
                  </w: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>managing your business.</w:t>
                  </w:r>
                </w:p>
                <w:p w:rsidR="00443855" w:rsidRDefault="00443855" w:rsidP="006A2125">
                  <w:pPr>
                    <w:widowControl w:val="0"/>
                    <w:spacing w:line="360" w:lineRule="exact"/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</w:pPr>
                </w:p>
                <w:p w:rsidR="00443855" w:rsidRPr="00443855" w:rsidRDefault="00443855" w:rsidP="006A2125">
                  <w:pPr>
                    <w:widowControl w:val="0"/>
                    <w:spacing w:line="360" w:lineRule="exact"/>
                    <w:rPr>
                      <w:rFonts w:ascii="Arial" w:hAnsi="Arial" w:cs="Arial"/>
                      <w:color w:val="676767"/>
                      <w:sz w:val="17"/>
                      <w:szCs w:val="17"/>
                    </w:rPr>
                  </w:pPr>
                </w:p>
                <w:p w:rsidR="006A2125" w:rsidRDefault="006A2125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EF792F"/>
                      <w:w w:val="90"/>
                      <w:sz w:val="18"/>
                      <w:szCs w:val="18"/>
                      <w:lang/>
                    </w:rPr>
                  </w:pPr>
                  <w:r>
                    <w:rPr>
                      <w:rFonts w:ascii="Arial" w:hAnsi="Arial" w:cs="Arial"/>
                      <w:color w:val="EF792F"/>
                      <w:spacing w:val="20"/>
                      <w:w w:val="90"/>
                      <w:sz w:val="18"/>
                      <w:szCs w:val="18"/>
                      <w:lang/>
                    </w:rPr>
                    <w:t>EBUSINESS SOLUTIONS</w:t>
                  </w:r>
                </w:p>
                <w:p w:rsidR="006A2125" w:rsidRPr="00443855" w:rsidRDefault="00443855" w:rsidP="00443855">
                  <w:pPr>
                    <w:widowControl w:val="0"/>
                    <w:spacing w:line="280" w:lineRule="exact"/>
                    <w:jc w:val="both"/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</w:pP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Increase your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sales </w:t>
                  </w: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and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>market share</w:t>
                  </w: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 by adopting our solutions supporting e-business sales over the Internet.</w:t>
                  </w:r>
                </w:p>
              </w:txbxContent>
            </v:textbox>
            <w10:wrap anchorx="page" anchory="page"/>
          </v:shape>
        </w:pict>
      </w:r>
      <w:r w:rsidR="00CA45BC">
        <w:rPr>
          <w:noProof/>
        </w:rPr>
        <w:drawing>
          <wp:anchor distT="36576" distB="36576" distL="36576" distR="36576" simplePos="0" relativeHeight="251681280" behindDoc="0" locked="0" layoutInCell="1" allowOverlap="1">
            <wp:simplePos x="0" y="0"/>
            <wp:positionH relativeFrom="page">
              <wp:posOffset>6743700</wp:posOffset>
            </wp:positionH>
            <wp:positionV relativeFrom="page">
              <wp:posOffset>4025900</wp:posOffset>
            </wp:positionV>
            <wp:extent cx="3086100" cy="3517900"/>
            <wp:effectExtent l="19050" t="0" r="0" b="0"/>
            <wp:wrapNone/>
            <wp:docPr id="92" name="Imagem 92" descr="C:\Documents and Settings\tamic\Desktop\TC999D\TC9990102D-PB\TC9990102-IMG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Documents and Settings\tamic\Desktop\TC999D\TC9990102D-PB\TC9990102-IMG03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 l="-410" r="11340" b="23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5179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6A2125">
        <w:rPr>
          <w:noProof/>
        </w:rPr>
        <w:pict>
          <v:group id="_x0000_s1104" style="position:absolute;margin-left:538.65pt;margin-top:104.1pt;width:51.55pt;height:42.5pt;z-index:251680256;mso-position-horizontal-relative:page;mso-position-vertical-relative:page" coordorigin="111954980,107621180" coordsize="654618,539674">
            <v:shape id="_x0000_s1105" style="position:absolute;left:112226681;top:107778135;width:382917;height:382719" coordsize="382917,382719" path="m382917,234704r,-86689l340093,148015r-3534,-10810l332194,126811r-4989,-9979l357347,86688,296022,25362,265880,55505r-9979,-4989l245507,46151,234697,42616,234697,,148011,r,42616l137201,46151r-10394,4365l116829,55505,86686,25362,25361,86688r30143,30144l50515,126811r-4366,10394l42615,148015,,148015r,86689l42615,234704r3534,10810l50515,255908r4989,9979l25361,296031r61325,61326l116829,327214r9978,4989l137201,336569r10810,3534l148011,382719r86686,l234697,340103r10810,-3534l255901,332203r9979,-4989l296022,357357r61325,-61326l327205,265887r4989,-9979l336559,245514r3534,-10810l382917,234704xe" fillcolor="#e6412d [rgb(230,65,45) cmyk(0,92.2,99.6,.392)]" strokecolor="#e6412d [rgb(230,65,45) cmyk(0,92.2,99.6,.392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06" style="position:absolute;left:112226681;top:107778135;width:382917;height:382719" coordsize="382917,382719" path="m382917,234704r,-86689l340093,148015r-3534,-10810l332194,126811r-4989,-9979l357347,86688,296022,25362,265880,55505r-9979,-4989l245507,46151,234697,42616,234697,,148011,r,42616l137201,46151r-10394,4365l116829,55505,86686,25362,25361,86688r30143,30144l50515,126811r-4366,10394l42615,148015,,148015r,86689l42615,234704r3534,10810l50515,255908r4989,9979l25361,296031r61325,61326l116829,327214r9978,4989l137201,336569r10810,3534l148011,382719r86686,l234697,340103r10810,-3534l255901,332203r9979,-4989l296022,357357r61325,-61326l327205,265887r4989,-9979l336559,245514r3534,-10810l382917,234704e" filled="f" fillcolor="#fffffe [rgb(255,255,254) ink(7,255)]" strokecolor="#2e3640 [rgb(46,54,64) ink(5,255)]" strokeweight=".26564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07" style="position:absolute;left:111954980;top:107621180;width:276066;height:275866" coordsize="276066,275866" path="m276066,169012r,-62366l245300,106646r-2495,-7692l239687,91470r-3742,-7276l257773,62366,213494,18294,191874,39914r-7276,-3534l177115,33262r-7900,-2495l169215,,106851,r,30767l99159,33262r-7483,3118l84400,39914,62572,18294,18501,62366,40121,84194r-3534,7276l33469,98954r-2495,7692l,106646r,62366l30974,169012r2495,7900l36587,184396r3534,7276l18501,213500r44071,44072l84400,235744r7276,3742l99159,242604r7692,2495l106851,275866r62364,l169215,245099r7900,-2495l184598,239486r7276,-3742l213494,257572r44279,-44072l235945,191672r3742,-7276l242805,176912r2495,-7900l276066,169012e" filled="f" fillcolor="#fffffe [rgb(255,255,254) ink(7,255)]" strokecolor="#2e3640 [rgb(46,54,64) ink(5,255)]" strokeweight=".26564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08" style="position:absolute;left:112226681;top:107778135;width:382917;height:382719" coordsize="382917,382719" path="m382917,234704r,-86689l340093,148015r-3534,-10810l332194,126811r-4989,-9979l357347,86688,296022,25362,265880,55505r-9979,-4989l245507,46151,234697,42616,234697,,148011,r,42616l137201,46151r-10394,4365l116829,55505,86686,25362,25361,86688r30143,30144l50515,126811r-4366,10394l42615,148015,,148015r,86689l42615,234704r3534,10810l50515,255908r4989,9979l25361,296031r61325,61326l116829,327214r9978,4989l137201,336569r10810,3534l148011,382719r86686,l234697,340103r10810,-3534l255901,332203r9979,-4989l296022,357357r61325,-61326l327205,265887r4989,-9979l336559,245514r3534,-10810l382917,234704xe" fillcolor="#fffffe [rgb(255,255,254) ink(7,255)]" strokecolor="#fffffe [rgb(255,255,254) ink(7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09" style="position:absolute;left:112226681;top:107778135;width:382917;height:382719" coordsize="382917,382719" path="m382917,234704r,-86689l340093,148015r-3534,-10810l332194,126811r-4989,-9979l357347,86688,296022,25362,265880,55505r-9979,-4989l245507,46151,234697,42616,234697,,148011,r,42616l137201,46151r-10394,4365l116829,55505,86686,25362,25361,86688r30143,30144l50515,126811r-4366,10394l42615,148015,,148015r,86689l42615,234704r3534,10810l50515,255908r4989,9979l25361,296031r61325,61326l116829,327214r9978,4989l137201,336569r10810,3534l148011,382719r86686,l234697,340103r10810,-3534l255901,332203r9979,-4989l296022,357357r61325,-61326l327205,265887r4989,-9979l336559,245514r3534,-10810l382917,234704e" filled="f" fillcolor="#fffffe [rgb(255,255,254) ink(7,255)]" strokecolor="#2e3640 [rgb(46,54,64) ink(5,255)]" strokeweight=".26564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10" style="position:absolute;left:111954980;top:107621180;width:276066;height:275866" coordsize="276066,275866" path="m276066,169012r,-62366l245300,106646r-2495,-7692l239687,91470r-3742,-7276l257773,62366,213494,18294,191874,39914r-7276,-3534l177115,33262r-7900,-2495l169215,,106851,r,30767l99159,33262r-7483,3118l84400,39914,62572,18294,18501,62366,40121,84194r-3534,7276l33469,98954r-2495,7692l,106646r,62366l30974,169012r2495,7900l36587,184396r3534,7276l18501,213500r44071,44072l84400,235744r7276,3742l99159,242604r7692,2495l106851,275866r62364,l169215,245099r7900,-2495l184598,239486r7276,-3742l213494,257572r44279,-44072l235945,191672r3742,-7276l242805,176912r2495,-7900l276066,169012xe" fillcolor="#b7c134 [rgb(183,193,52) ink(8,255)]" strokecolor="#b7c134 [rgb(183,193,52) ink(8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11" style="position:absolute;left:111954980;top:107621180;width:276066;height:275866" coordsize="276066,275866" path="m276066,169012r,-62366l245300,106646r-2495,-7692l239687,91470r-3742,-7276l257773,62366,213494,18294,191874,39914r-7276,-3534l177115,33262r-7900,-2495l169215,,106851,r,30767l99159,33262r-7483,3118l84400,39914,62572,18294,18501,62366,40121,84194r-3534,7276l33469,98954r-2495,7692l,106646r,62366l30974,169012r2495,7900l36587,184396r3534,7276l18501,213500r44071,44072l84400,235744r7276,3742l99159,242604r7692,2495l106851,275866r62364,l169215,245099r7900,-2495l184598,239486r7276,-3742l213494,257572r44279,-44072l235945,191672r3742,-7276l242805,176912r2495,-7900l276066,169012e" filled="f" fillcolor="#fffffe [rgb(255,255,254) ink(7,255)]" strokecolor="#2e3640 [rgb(46,54,64) ink(5,255)]" strokeweight=".26564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12" style="position:absolute;left:112059128;top:107725123;width:67770;height:67772" coordsize="67770,67772" path="m67770,33886r-624,6029l65691,45736r-2495,5197l59870,55714r-4157,4158l50931,63198r-5197,2495l39914,67148r-6029,624l27856,67148,22036,65693,16839,63198,12057,59872,7900,55714,4574,50933,2079,45736,624,39915,,33886,624,27857,2079,22037,4574,16839,7900,12058,12057,7900,16839,4574,22036,2079,27856,624,33885,r6029,624l45734,2079r5197,2495l55713,7900r4157,4158l63196,16839r2495,5198l67146,27857r624,6029xe" fillcolor="#fffffe [rgb(255,255,254) ink(7,255)]" strokecolor="#fffffe [rgb(255,255,254) ink(7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13" style="position:absolute;left:112059128;top:107725123;width:67770;height:67772" coordsize="67770,67772" path="m67770,33886r-624,6029l65691,45736r-2495,5197l59870,55714r-4157,4158l50931,63198r-5197,2495l39914,67148r-6029,624l27856,67148,22036,65693,16839,63198,12057,59872,7900,55714,4574,50933,2079,45736,624,39915,,33886,624,27857,2079,22037,4574,16839,7900,12058,12057,7900,16839,4574,22036,2079,27856,624,33885,r6029,624l45734,2079r5197,2495l55713,7900r4157,4158l63196,16839r2495,5198l67146,27857r624,6029e" filled="f" fillcolor="#fffffe [rgb(255,255,254) ink(7,255)]" strokecolor="#2e3640 [rgb(46,54,64) ink(5,255)]" strokeweight=".26564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14" style="position:absolute;left:112367208;top:107918666;width:101654;height:101657" coordsize="101654,101657" path="m101654,50932r-623,7484l99575,65692r-2702,6653l93547,78581r-4366,5613l84192,89184r-5613,4365l72343,96876r-6652,2702l58415,101033r-7484,624l43447,101033,36172,99578,29519,96876,23283,93549,17462,89184,12473,84194,8316,78581,4782,72345,2079,65692,624,58416,,50932,624,43449,2079,36173,4782,29520,8316,23284r4157,-5821l17462,12473,23283,8316,29519,4782,36172,2079,43447,624,50931,r7484,624l65691,2079r6652,2703l78579,8316r5613,4157l89181,17463r4366,5821l96873,29520r2702,6653l101031,43449r623,7483xe" fillcolor="#b7c134 [rgb(183,193,52) ink(8,255)]" strokecolor="#b7c134 [rgb(183,193,52) ink(8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polyline id="_x0000_s1115" style="position:absolute" points="112468862,107969598,112468239,107977082,112466783,107984358,112464081,107991011,112460755,107997247,112456389,108002860,112451400,108007850,112445787,108012215,112439551,108015542,112432899,108018244,112425623,108019699,112418139,108020323,112410655,108019699,112403380,108018244,112396727,108015542,112390491,108012215,112384670,108007850,112379681,108002860,112375524,107997247,112371990,107991011,112369287,107984358,112367832,107977082,112367208,107969598,112367832,107962115,112369287,107954839,112371990,107948186,112375524,107941950,112379681,107936129,112384670,107931139,112390491,107926982,112396727,107923448,112403380,107920745,112410655,107919290,112418139,107918666,112425623,107919290,112432899,107920745,112439551,107923448,112445787,107926982,112451400,107931139,112456389,107936129,112460755,107941950,112464081,107948186,112466783,107954839,112468239,107962115,112468862,107969598" coordsize="101654,101657" filled="f" fillcolor="#fffffe [rgb(255,255,254) ink(7,255)]" strokecolor="#2e3640 [rgb(46,54,64) ink(5,255)]" strokeweight=".26564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polyline>
            <w10:wrap anchorx="page" anchory="page"/>
          </v:group>
        </w:pict>
      </w:r>
      <w:r w:rsidR="006A2125">
        <w:rPr>
          <w:noProof/>
        </w:rPr>
        <w:pict>
          <v:group id="_x0000_s1091" style="position:absolute;margin-left:538.05pt;margin-top:189.95pt;width:39.45pt;height:37.05pt;z-index:251679232;mso-position-horizontal-relative:page;mso-position-vertical-relative:page" coordorigin="111947163,108711381" coordsize="500971,470764">
            <v:shape id="_x0000_s1092" style="position:absolute;left:111947163;top:109074831;width:500971;height:107314" coordsize="500971,107314" path="m462617,l38197,,32515,473,27148,1578,22097,3629,17520,6154,13101,9469,9471,13256,6156,17517,3631,22252,1579,27302,474,32667,,38349,,69123r474,5681l1579,80170r2052,5050l6156,89954r3315,4262l13101,98003r4419,3156l22097,103842r5051,1894l32515,106841r5682,473l462617,107314r5682,-473l473665,105736r5051,-1894l483451,101159r4262,-3156l491501,94216r3314,-4262l497341,85220r2052,-5050l500497,74804r474,-5681l500971,38349r-474,-5682l499393,27302r-2052,-5050l494815,17517r-3314,-4261l487713,9469,483451,6154,478716,3629,473665,1578,468299,473,462617,e" filled="f" fillcolor="#fffffe [rgb(255,255,254) ink(7,255)]" strokecolor="#2e3640 [rgb(46,54,64) ink(5,255)]" strokeweight=".2630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93" style="position:absolute;left:111947479;top:108711381;width:499708;height:332360" coordsize="499708,332360" path="m57926,332360r384014,l449201,331886r6944,-1262l462774,328415r6314,-2841l474928,321944r5366,-4261l485187,312791r4104,-5366l492921,301586r2841,-6313l497972,288645r1262,-6944l499708,274442r,-216523l499234,50659r-1262,-6944l495762,37087r-2841,-6313l489291,24935r-4104,-5366l480294,14677r-5366,-4261l469088,6786,462774,3946,456145,1736,449201,474,441940,,57926,,50665,474,43721,1736,37091,3946,30778,6786r-5840,3630l19572,14677r-4893,4892l10417,24935,6787,30774,3946,37087,1736,43715,474,50659,,57919,,274442r474,7259l1736,288645r2210,6628l6787,301586r3630,5839l14679,312791r4893,4892l24938,321944r5840,3630l37091,328415r6630,2209l50665,331886r7261,474e" filled="f" fillcolor="#fffffe [rgb(255,255,254) ink(7,255)]" strokecolor="#2e3640 [rgb(46,54,64) ink(5,255)]" strokeweight=".2630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94" style="position:absolute;left:111974943;top:108738841;width:444781;height:277440" coordsize="444781,277440" path="m30462,l24938,474,19887,1894,15152,4103,10890,7260,7260,10890,4103,15151,1894,19885,473,24935,,30459,,246982r473,5523l1894,257555r2209,4735l7260,266551r3630,3630l15152,273337r4735,2209l24938,276967r5524,473l414476,277440r5524,-473l425051,275546r4735,-2209l434048,270181r3630,-3630l440677,262290r2210,-4735l444307,252505r474,-5523l444781,30459r-474,-5524l442887,19885r-2210,-4734l437678,10890,434048,7260,429786,4103,425051,1894,420000,474,414476,,30462,xe" fillcolor="#b7c134 [rgb(183,193,52) ink(8,255)]" strokecolor="#b7c134 [rgb(183,193,52) ink(8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95" style="position:absolute;left:111974943;top:108738841;width:444781;height:277440" coordsize="444781,277440" path="m30462,l24938,474,19887,1894,15152,4103,10890,7260,7260,10890,4103,15151,1894,19885,473,24935,,30459,,246982r473,5523l1894,257555r2209,4735l7260,266551r3630,3630l15152,273337r4735,2209l24938,276967r5524,473l414476,277440r5524,-473l425051,275546r4735,-2209l434048,270181r3630,-3630l440677,262290r2210,-4735l444307,252505r474,-5523l444781,30459r-474,-5524l442887,19885r-2210,-4734l437678,10890,434048,7260,429786,4103,425051,1894,420000,474,414476,,30462,e" filled="f" fillcolor="#fffffe [rgb(255,255,254) ink(7,255)]" strokecolor="#2e3640 [rgb(46,54,64) ink(5,255)]" strokeweight=".2630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96" style="position:absolute;left:112231583;top:108804966;width:124691;height:124674" coordsize="124691,124674" path="m55874,51763l3473,104316r-1736,2209l632,108893,,111418r,2683l632,116626r1105,2367l3473,121202r2209,1736l8050,124043r2683,631l13259,124674r2683,-631l18309,122938r2210,-1736l72920,68808r11207,35035l124691,,20835,40716,55874,51763xe" fillcolor="#fffffe [rgb(255,255,254) ink(7,255)]" strokecolor="#fffffe [rgb(255,255,254) ink(7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polyline id="_x0000_s1097" style="position:absolute" points="112287457,108856729,112235056,108909282,112233320,108911491,112232215,108913859,112231583,108916384,112231583,108919067,112232215,108921592,112233320,108923959,112235056,108926168,112237265,108927904,112239633,108929009,112242316,108929640,112244842,108929640,112247525,108929009,112249892,108927904,112252102,108926168,112304503,108873774,112315710,108908809,112356274,108804966,112252418,108845682,112287457,108856729" coordsize="124691,124674" filled="f" fillcolor="#fffffe [rgb(255,255,254) ink(7,255)]" strokecolor="#2e3640 [rgb(46,54,64) ink(5,255)]" strokeweight=".2630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polyline>
            <v:shape id="_x0000_s1098" style="position:absolute;left:111947163;top:109074831;width:500971;height:107314" coordsize="500971,107314" path="m462617,l38197,,32515,473,27148,1578,22097,3629,17520,6154,13101,9469,9471,13256,6156,17517,3631,22252,1579,27302,474,32667,,38349,,69123r474,5681l1579,80170r2052,5050l6156,89954r3315,4262l13101,98003r4419,3156l22097,103842r5051,1894l32515,106841r5682,473l462617,107314r5682,-473l473665,105736r5051,-1894l483451,101159r4262,-3156l491501,94216r3314,-4262l497341,85220r2052,-5050l500497,74804r474,-5681l500971,38349r-474,-5682l499393,27302r-2052,-5050l494815,17517r-3314,-4261l487713,9469,483451,6154,478716,3629,473665,1578,468299,473,462617,e" filled="f" fillcolor="#fffffe [rgb(255,255,254) ink(7,255)]" strokecolor="#2e3640 [rgb(46,54,64) ink(5,255)]" strokeweight=".2630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99" style="position:absolute;left:111947479;top:108711381;width:499708;height:332360" coordsize="499708,332360" path="m57926,332360r384014,l449201,331886r6944,-1262l462774,328415r6314,-2841l474928,321944r5366,-4261l485187,312791r4104,-5366l492921,301586r2841,-6313l497972,288645r1262,-6944l499708,274442r,-216523l499234,50659r-1262,-6944l495762,37087r-2841,-6313l489291,24935r-4104,-5366l480294,14677r-5366,-4261l469088,6786,462774,3946,456145,1736,449201,474,441940,,57926,,50665,474,43721,1736,37091,3946,30778,6786r-5840,3630l19572,14677r-4893,4892l10417,24935,6787,30774,3946,37087,1736,43715,474,50659,,57919,,274442r474,7259l1736,288645r2210,6628l6787,301586r3630,5839l14679,312791r4893,4892l24938,321944r5840,3630l37091,328415r6630,2209l50665,331886r7261,474e" filled="f" fillcolor="#fffffe [rgb(255,255,254) ink(7,255)]" strokecolor="#2e3640 [rgb(46,54,64) ink(5,255)]" strokeweight=".2630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00" style="position:absolute;left:111974943;top:108738841;width:444781;height:277440" coordsize="444781,277440" path="m30462,l24938,474,19887,1894,15152,4103,10890,7260,7260,10890,4103,15151,1894,19885,473,24935,,30459,,246982r473,5523l1894,257555r2209,4735l7260,266551r3630,3630l15152,273337r4735,2209l24938,276967r5524,473l414476,277440r5524,-473l425051,275546r4735,-2209l434048,270181r3630,-3630l440677,262290r2210,-4735l444307,252505r474,-5523l444781,30459r-474,-5524l442887,19885r-2210,-4734l437678,10890,434048,7260,429786,4103,425051,1894,420000,474,414476,,30462,xe" fillcolor="#b7c134 [rgb(183,193,52) ink(8,255)]" strokecolor="#b7c134 [rgb(183,193,52) ink(8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01" style="position:absolute;left:111974943;top:108738841;width:444781;height:277440" coordsize="444781,277440" path="m30462,l24938,474,19887,1894,15152,4103,10890,7260,7260,10890,4103,15151,1894,19885,473,24935,,30459,,246982r473,5523l1894,257555r2209,4735l7260,266551r3630,3630l15152,273337r4735,2209l24938,276967r5524,473l414476,277440r5524,-473l425051,275546r4735,-2209l434048,270181r3630,-3630l440677,262290r2210,-4735l444307,252505r474,-5523l444781,30459r-474,-5524l442887,19885r-2210,-4734l437678,10890,434048,7260,429786,4103,425051,1894,420000,474,414476,,30462,e" filled="f" fillcolor="#fffffe [rgb(255,255,254) ink(7,255)]" strokecolor="#2e3640 [rgb(46,54,64) ink(5,255)]" strokeweight=".2630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102" style="position:absolute;left:112231583;top:108804966;width:124691;height:124674" coordsize="124691,124674" path="m55874,51763l3473,104316r-1736,2209l632,108893,,111418r,2683l632,116626r1105,2367l3473,121202r2209,1736l8050,124043r2683,631l13259,124674r2683,-631l18309,122938r2210,-1736l72920,68808r11207,35035l124691,,20835,40716,55874,51763xe" fillcolor="#fffffe [rgb(255,255,254) ink(7,255)]" strokecolor="#fffffe [rgb(255,255,254) ink(7,255)]" strokeweight="0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polyline id="_x0000_s1103" style="position:absolute" points="112287457,108856729,112235056,108909282,112233320,108911491,112232215,108913859,112231583,108916384,112231583,108919067,112232215,108921592,112233320,108923959,112235056,108926168,112237265,108927904,112239633,108929009,112242316,108929640,112244842,108929640,112247525,108929009,112249892,108927904,112252102,108926168,112304503,108873774,112315710,108908809,112356274,108804966,112252418,108845682,112287457,108856729" coordsize="124691,124674" filled="f" fillcolor="#fffffe [rgb(255,255,254) ink(7,255)]" strokecolor="#2e3640 [rgb(46,54,64) ink(5,255)]" strokeweight=".26306mm" o:cliptowrap="t">
              <v:fill color2="#fffffe [rgb(255,255,254) ink(7,255)]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polyline>
            <w10:wrap anchorx="page" anchory="page"/>
          </v:group>
        </w:pict>
      </w:r>
      <w:r w:rsidR="006A2125">
        <w:rPr>
          <w:noProof/>
        </w:rPr>
        <w:pict>
          <v:shape id="_x0000_s1090" type="#_x0000_t202" style="position:absolute;margin-left:354.2pt;margin-top:291.45pt;width:158.6pt;height:155.4pt;z-index:251678208;mso-wrap-distance-left:2.88pt;mso-wrap-distance-top:2.88pt;mso-wrap-distance-right:2.88pt;mso-wrap-distance-bottom:2.88pt;mso-position-horizontal-relative:page;mso-position-vertical-relative:page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6A2125" w:rsidRPr="00CA45BC" w:rsidRDefault="006A2125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676767"/>
                      <w:sz w:val="18"/>
                      <w:szCs w:val="18"/>
                      <w:lang w:val="pt-BR"/>
                    </w:rPr>
                  </w:pPr>
                  <w:r w:rsidRPr="00CA45BC">
                    <w:rPr>
                      <w:rFonts w:ascii="Arial" w:hAnsi="Arial" w:cs="Arial"/>
                      <w:color w:val="EF792F"/>
                      <w:spacing w:val="20"/>
                      <w:w w:val="90"/>
                      <w:sz w:val="18"/>
                      <w:szCs w:val="18"/>
                      <w:lang w:val="pt-BR"/>
                    </w:rPr>
                    <w:t>ENTERPRISE MANAGEMENT</w:t>
                  </w:r>
                </w:p>
                <w:p w:rsidR="006A2125" w:rsidRPr="00443855" w:rsidRDefault="00443855" w:rsidP="00443855">
                  <w:pPr>
                    <w:widowControl w:val="0"/>
                    <w:spacing w:line="280" w:lineRule="exact"/>
                    <w:jc w:val="both"/>
                    <w:rPr>
                      <w:rFonts w:ascii="Arial" w:hAnsi="Arial" w:cs="Arial"/>
                      <w:color w:val="2E3640"/>
                      <w:sz w:val="15"/>
                      <w:szCs w:val="15"/>
                    </w:rPr>
                  </w:pPr>
                  <w:proofErr w:type="spellStart"/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>SoftSolution</w:t>
                  </w:r>
                  <w:proofErr w:type="spellEnd"/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 xml:space="preserve"> offers the development of customized systems for the management of your organization. We have a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 xml:space="preserve">competent </w:t>
                  </w: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 xml:space="preserve">multi-disciplinary team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>ready</w:t>
                  </w: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 xml:space="preserve"> to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>elicit</w:t>
                  </w: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>your</w:t>
                  </w: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 xml:space="preserve"> organizational process and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 xml:space="preserve">to </w:t>
                  </w:r>
                  <w:r w:rsidRPr="00443855">
                    <w:rPr>
                      <w:rFonts w:ascii="Arial" w:hAnsi="Arial" w:cs="Arial"/>
                      <w:color w:val="676767"/>
                      <w:sz w:val="15"/>
                      <w:szCs w:val="15"/>
                    </w:rPr>
                    <w:t>provide a software tool customized to your process.</w:t>
                  </w:r>
                </w:p>
              </w:txbxContent>
            </v:textbox>
            <w10:wrap anchorx="page" anchory="page"/>
          </v:shape>
        </w:pict>
      </w:r>
      <w:r w:rsidR="006A2125">
        <w:rPr>
          <w:noProof/>
        </w:rPr>
        <w:pict>
          <v:shape id="_x0000_s1089" type="#_x0000_t202" style="position:absolute;margin-left:172.8pt;margin-top:291.45pt;width:165.1pt;height:146.4pt;z-index:251677184;mso-wrap-distance-left:2.88pt;mso-wrap-distance-top:2.88pt;mso-wrap-distance-right:2.88pt;mso-wrap-distance-bottom:2.88pt;mso-position-horizontal-relative:page;mso-position-vertical-relative:page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6A2125" w:rsidRDefault="00D125B9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676767"/>
                      <w:sz w:val="18"/>
                      <w:szCs w:val="18"/>
                      <w:lang/>
                    </w:rPr>
                  </w:pPr>
                  <w:r>
                    <w:rPr>
                      <w:rFonts w:ascii="Arial" w:hAnsi="Arial" w:cs="Arial"/>
                      <w:color w:val="EF792F"/>
                      <w:spacing w:val="20"/>
                      <w:w w:val="90"/>
                      <w:sz w:val="18"/>
                      <w:szCs w:val="18"/>
                      <w:lang/>
                    </w:rPr>
                    <w:t>E-COMMERCE</w:t>
                  </w:r>
                </w:p>
                <w:p w:rsidR="006A2125" w:rsidRDefault="00D125B9" w:rsidP="00D125B9">
                  <w:pPr>
                    <w:widowControl w:val="0"/>
                    <w:spacing w:line="280" w:lineRule="exact"/>
                    <w:jc w:val="both"/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</w:pPr>
                  <w:proofErr w:type="spellStart"/>
                  <w:r w:rsidRPr="00D125B9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>SoftSolution</w:t>
                  </w:r>
                  <w:proofErr w:type="spellEnd"/>
                  <w:r w:rsidRPr="00D125B9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 provides both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>ready</w:t>
                  </w:r>
                  <w:r w:rsidRPr="00D125B9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 solutions for electronic commerce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>as well as</w:t>
                  </w:r>
                  <w:r w:rsidRPr="00D125B9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 the development of fully customized solutions to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>meet your</w:t>
                  </w:r>
                  <w:r w:rsidRPr="00D125B9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 needs and preferences. Our s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olutions can easily lead you into the </w:t>
                  </w:r>
                  <w:r w:rsidRPr="00D125B9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market for Internet sales thereby increasing </w:t>
                  </w:r>
                  <w:r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>your</w:t>
                  </w:r>
                  <w:r w:rsidRPr="00D125B9">
                    <w:rPr>
                      <w:rFonts w:ascii="Arial" w:hAnsi="Arial" w:cs="Arial"/>
                      <w:color w:val="676767"/>
                      <w:sz w:val="15"/>
                      <w:szCs w:val="15"/>
                      <w:lang/>
                    </w:rPr>
                    <w:t xml:space="preserve"> competitiveness and market success.</w:t>
                  </w:r>
                </w:p>
              </w:txbxContent>
            </v:textbox>
            <w10:wrap anchorx="page" anchory="page"/>
          </v:shape>
        </w:pict>
      </w:r>
      <w:r w:rsidR="006A2125">
        <w:rPr>
          <w:noProof/>
        </w:rPr>
        <w:pict>
          <v:shape id="_x0000_s1088" type="#_x0000_t202" style="position:absolute;margin-left:172.8pt;margin-top:226.35pt;width:225pt;height:53.25pt;z-index:251676160;mso-wrap-distance-left:2.88pt;mso-wrap-distance-top:2.88pt;mso-wrap-distance-right:2.88pt;mso-wrap-distance-bottom:2.88pt;mso-position-horizontal-relative:page;mso-position-vertical-relative:page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6A2125" w:rsidRDefault="006A2125" w:rsidP="006A2125">
                  <w:pPr>
                    <w:widowControl w:val="0"/>
                    <w:spacing w:line="400" w:lineRule="exact"/>
                    <w:rPr>
                      <w:rFonts w:ascii="Arial" w:hAnsi="Arial" w:cs="Arial"/>
                      <w:color w:val="2E3640"/>
                      <w:w w:val="90"/>
                      <w:sz w:val="44"/>
                      <w:szCs w:val="44"/>
                      <w:lang/>
                    </w:rPr>
                  </w:pPr>
                  <w:proofErr w:type="gramStart"/>
                  <w:r>
                    <w:rPr>
                      <w:rFonts w:ascii="Arial" w:hAnsi="Arial" w:cs="Arial"/>
                      <w:color w:val="2E3640"/>
                      <w:w w:val="90"/>
                      <w:sz w:val="44"/>
                      <w:szCs w:val="44"/>
                      <w:lang/>
                    </w:rPr>
                    <w:t>flexible</w:t>
                  </w:r>
                  <w:proofErr w:type="gramEnd"/>
                  <w:r>
                    <w:rPr>
                      <w:rFonts w:ascii="Arial" w:hAnsi="Arial" w:cs="Arial"/>
                      <w:color w:val="2E3640"/>
                      <w:w w:val="90"/>
                      <w:sz w:val="44"/>
                      <w:szCs w:val="44"/>
                      <w:lang/>
                    </w:rPr>
                    <w:t xml:space="preserve"> solutions for</w:t>
                  </w:r>
                </w:p>
                <w:p w:rsidR="006A2125" w:rsidRDefault="006A2125" w:rsidP="006A2125">
                  <w:pPr>
                    <w:widowControl w:val="0"/>
                    <w:spacing w:line="400" w:lineRule="exact"/>
                    <w:rPr>
                      <w:rFonts w:ascii="Arial" w:hAnsi="Arial" w:cs="Arial"/>
                      <w:color w:val="2E3640"/>
                      <w:w w:val="90"/>
                      <w:sz w:val="44"/>
                      <w:szCs w:val="44"/>
                      <w:lang/>
                    </w:rPr>
                  </w:pPr>
                  <w:r>
                    <w:rPr>
                      <w:rFonts w:ascii="Arial" w:hAnsi="Arial" w:cs="Arial"/>
                      <w:color w:val="2E3640"/>
                      <w:w w:val="90"/>
                      <w:sz w:val="44"/>
                      <w:szCs w:val="44"/>
                      <w:lang/>
                    </w:rPr>
                    <w:t xml:space="preserve">     </w:t>
                  </w:r>
                  <w:proofErr w:type="gramStart"/>
                  <w:r>
                    <w:rPr>
                      <w:rFonts w:ascii="Arial" w:hAnsi="Arial" w:cs="Arial"/>
                      <w:color w:val="2E3640"/>
                      <w:w w:val="90"/>
                      <w:sz w:val="44"/>
                      <w:szCs w:val="44"/>
                      <w:lang/>
                    </w:rPr>
                    <w:t>your</w:t>
                  </w:r>
                  <w:proofErr w:type="gramEnd"/>
                  <w:r>
                    <w:rPr>
                      <w:rFonts w:ascii="Arial" w:hAnsi="Arial" w:cs="Arial"/>
                      <w:color w:val="2E3640"/>
                      <w:w w:val="90"/>
                      <w:sz w:val="44"/>
                      <w:szCs w:val="44"/>
                      <w:lang/>
                    </w:rPr>
                    <w:t xml:space="preserve"> business needs</w:t>
                  </w:r>
                </w:p>
              </w:txbxContent>
            </v:textbox>
            <w10:wrap anchorx="page" anchory="page"/>
          </v:shape>
        </w:pict>
      </w:r>
      <w:r w:rsidR="006A2125">
        <w:rPr>
          <w:noProof/>
        </w:rPr>
        <w:pict>
          <v:shape id="_x0000_s1087" type="#_x0000_t202" style="position:absolute;margin-left:172.8pt;margin-top:135.4pt;width:345.1pt;height:91.3pt;z-index:251675136;mso-wrap-distance-left:2.88pt;mso-wrap-distance-top:2.88pt;mso-wrap-distance-right:2.88pt;mso-wrap-distance-bottom:2.88pt;mso-position-horizontal-relative:page;mso-position-vertical-relative:page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6A2125" w:rsidRPr="00AE665C" w:rsidRDefault="00AE665C" w:rsidP="006A2125">
                  <w:pPr>
                    <w:widowControl w:val="0"/>
                    <w:spacing w:line="360" w:lineRule="exact"/>
                    <w:jc w:val="both"/>
                    <w:rPr>
                      <w:rFonts w:ascii="Arial" w:hAnsi="Arial" w:cs="Arial"/>
                      <w:color w:val="EF792F"/>
                      <w:sz w:val="15"/>
                      <w:szCs w:val="15"/>
                    </w:rPr>
                  </w:pPr>
                  <w:proofErr w:type="spellStart"/>
                  <w:r w:rsidRPr="00AE665C">
                    <w:rPr>
                      <w:rFonts w:ascii="Arial" w:hAnsi="Arial" w:cs="Arial"/>
                      <w:color w:val="EF792F"/>
                      <w:sz w:val="15"/>
                      <w:szCs w:val="15"/>
                      <w:lang/>
                    </w:rPr>
                    <w:t>SoftSolution</w:t>
                  </w:r>
                  <w:proofErr w:type="spellEnd"/>
                  <w:r w:rsidRPr="00AE665C">
                    <w:rPr>
                      <w:rFonts w:ascii="Arial" w:hAnsi="Arial" w:cs="Arial"/>
                      <w:color w:val="EF792F"/>
                      <w:sz w:val="15"/>
                      <w:szCs w:val="15"/>
                      <w:lang/>
                    </w:rPr>
                    <w:t xml:space="preserve"> is a small software company with a competent team of </w:t>
                  </w:r>
                  <w:r>
                    <w:rPr>
                      <w:rFonts w:ascii="Arial" w:hAnsi="Arial" w:cs="Arial"/>
                      <w:color w:val="EF792F"/>
                      <w:sz w:val="15"/>
                      <w:szCs w:val="15"/>
                      <w:lang/>
                    </w:rPr>
                    <w:t xml:space="preserve">software and management </w:t>
                  </w:r>
                  <w:r w:rsidRPr="00AE665C">
                    <w:rPr>
                      <w:rFonts w:ascii="Arial" w:hAnsi="Arial" w:cs="Arial"/>
                      <w:color w:val="EF792F"/>
                      <w:sz w:val="15"/>
                      <w:szCs w:val="15"/>
                      <w:lang/>
                    </w:rPr>
                    <w:t>professionals. We are ready to meet all your needs and help you in making your business a great success!</w:t>
                  </w:r>
                  <w:r w:rsidR="006A2125" w:rsidRPr="00AE665C">
                    <w:rPr>
                      <w:rFonts w:ascii="Arial" w:hAnsi="Arial" w:cs="Arial"/>
                      <w:color w:val="EF792F"/>
                      <w:sz w:val="15"/>
                      <w:szCs w:val="15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 w:rsidR="006A2125">
        <w:rPr>
          <w:noProof/>
        </w:rPr>
        <w:pict>
          <v:shape id="_x0000_s1086" type="#_x0000_t202" style="position:absolute;margin-left:36pt;margin-top:27pt;width:292.5pt;height:99pt;z-index:251674112;mso-wrap-distance-left:2.88pt;mso-wrap-distance-top:2.88pt;mso-wrap-distance-right:2.88pt;mso-wrap-distance-bottom:2.88pt;mso-position-horizontal-relative:page;mso-position-vertical-relative:page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6A2125" w:rsidRDefault="006A2125" w:rsidP="006A2125">
                  <w:pPr>
                    <w:widowControl w:val="0"/>
                    <w:spacing w:line="400" w:lineRule="exact"/>
                    <w:rPr>
                      <w:rFonts w:ascii="Arial" w:hAnsi="Arial" w:cs="Arial"/>
                      <w:color w:val="FFFFFE"/>
                      <w:w w:val="90"/>
                      <w:sz w:val="36"/>
                      <w:szCs w:val="36"/>
                      <w:lang/>
                    </w:rPr>
                  </w:pPr>
                  <w:proofErr w:type="gramStart"/>
                  <w:r>
                    <w:rPr>
                      <w:rFonts w:ascii="Arial" w:hAnsi="Arial" w:cs="Arial"/>
                      <w:color w:val="FFFFFE"/>
                      <w:w w:val="90"/>
                      <w:sz w:val="36"/>
                      <w:szCs w:val="36"/>
                      <w:lang/>
                    </w:rPr>
                    <w:t>IT solutions that work for your business.</w:t>
                  </w:r>
                  <w:proofErr w:type="gramEnd"/>
                </w:p>
                <w:p w:rsidR="006A2125" w:rsidRPr="00AE665C" w:rsidRDefault="00AE665C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aps/>
                      <w:color w:val="EF792F"/>
                      <w:w w:val="90"/>
                      <w:sz w:val="16"/>
                      <w:szCs w:val="16"/>
                    </w:rPr>
                  </w:pPr>
                  <w:proofErr w:type="gramStart"/>
                  <w:r w:rsidRPr="00AE665C">
                    <w:rPr>
                      <w:rFonts w:ascii="Arial" w:hAnsi="Arial" w:cs="Arial"/>
                      <w:caps/>
                      <w:color w:val="EF792F"/>
                      <w:spacing w:val="20"/>
                      <w:w w:val="90"/>
                      <w:sz w:val="16"/>
                      <w:szCs w:val="16"/>
                    </w:rPr>
                    <w:t>Improving the Competetiveness of your business</w:t>
                  </w:r>
                  <w:r w:rsidR="006A2125" w:rsidRPr="00AE665C">
                    <w:rPr>
                      <w:rFonts w:ascii="Arial" w:hAnsi="Arial" w:cs="Arial"/>
                      <w:caps/>
                      <w:color w:val="EF792F"/>
                      <w:spacing w:val="20"/>
                      <w:w w:val="90"/>
                      <w:sz w:val="16"/>
                      <w:szCs w:val="16"/>
                    </w:rPr>
                    <w:t>.</w:t>
                  </w:r>
                  <w:proofErr w:type="gramEnd"/>
                </w:p>
                <w:p w:rsidR="006A2125" w:rsidRPr="00AE665C" w:rsidRDefault="006A2125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FFFFFE"/>
                      <w:w w:val="90"/>
                      <w:sz w:val="18"/>
                      <w:szCs w:val="18"/>
                    </w:rPr>
                  </w:pPr>
                </w:p>
                <w:p w:rsidR="006A2125" w:rsidRDefault="006A2125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FFFFFE"/>
                      <w:w w:val="90"/>
                      <w:sz w:val="15"/>
                      <w:szCs w:val="15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6A2125">
        <w:rPr>
          <w:noProof/>
        </w:rPr>
        <w:pict>
          <v:shape id="_x0000_s1085" type="#_x0000_t202" style="position:absolute;margin-left:25.25pt;margin-top:174.15pt;width:2in;height:134.6pt;z-index:251673088;mso-wrap-distance-left:2.88pt;mso-wrap-distance-top:2.88pt;mso-wrap-distance-right:2.88pt;mso-wrap-distance-bottom:2.88pt;mso-position-horizontal-relative:page;mso-position-vertical-relative:page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6A2125" w:rsidRDefault="006A2125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aps/>
                      <w:color w:val="EF792F"/>
                      <w:w w:val="90"/>
                      <w:lang/>
                    </w:rPr>
                  </w:pPr>
                  <w:r>
                    <w:rPr>
                      <w:rFonts w:ascii="Arial" w:hAnsi="Arial" w:cs="Arial"/>
                      <w:caps/>
                      <w:color w:val="EF792F"/>
                      <w:spacing w:val="20"/>
                      <w:w w:val="90"/>
                      <w:lang/>
                    </w:rPr>
                    <w:t>IT SUPPORT SOLUTIONS</w:t>
                  </w:r>
                </w:p>
                <w:p w:rsidR="00AE665C" w:rsidRPr="00AE665C" w:rsidRDefault="006A2125" w:rsidP="00AE665C">
                  <w:pPr>
                    <w:widowControl w:val="0"/>
                    <w:spacing w:line="440" w:lineRule="exact"/>
                    <w:rPr>
                      <w:rFonts w:ascii="Arial" w:hAnsi="Arial" w:cs="Arial"/>
                      <w:caps/>
                      <w:color w:val="2E3640"/>
                      <w:spacing w:val="8"/>
                      <w:w w:val="90"/>
                      <w:sz w:val="16"/>
                      <w:szCs w:val="16"/>
                      <w:lang/>
                    </w:rPr>
                  </w:pPr>
                  <w:r>
                    <w:rPr>
                      <w:rFonts w:ascii="Arial" w:hAnsi="Arial" w:cs="Arial"/>
                      <w:caps/>
                      <w:color w:val="2E3640"/>
                      <w:spacing w:val="8"/>
                      <w:w w:val="90"/>
                      <w:sz w:val="16"/>
                      <w:szCs w:val="16"/>
                      <w:lang/>
                    </w:rPr>
                    <w:t xml:space="preserve">• </w:t>
                  </w:r>
                  <w:r w:rsidR="00AE665C" w:rsidRPr="00AE665C">
                    <w:rPr>
                      <w:rFonts w:ascii="Arial" w:hAnsi="Arial" w:cs="Arial"/>
                      <w:caps/>
                      <w:color w:val="2E3640"/>
                      <w:spacing w:val="8"/>
                      <w:w w:val="90"/>
                      <w:sz w:val="16"/>
                      <w:szCs w:val="16"/>
                      <w:lang/>
                    </w:rPr>
                    <w:t>WEB SYSTEMS</w:t>
                  </w:r>
                </w:p>
                <w:p w:rsidR="00AE665C" w:rsidRPr="00AE665C" w:rsidRDefault="00AE665C" w:rsidP="00AE665C">
                  <w:pPr>
                    <w:widowControl w:val="0"/>
                    <w:spacing w:line="440" w:lineRule="exact"/>
                    <w:rPr>
                      <w:rFonts w:ascii="Arial" w:hAnsi="Arial" w:cs="Arial"/>
                      <w:caps/>
                      <w:color w:val="2E3640"/>
                      <w:spacing w:val="8"/>
                      <w:w w:val="90"/>
                      <w:sz w:val="16"/>
                      <w:szCs w:val="16"/>
                      <w:lang/>
                    </w:rPr>
                  </w:pPr>
                  <w:r w:rsidRPr="00AE665C">
                    <w:rPr>
                      <w:rFonts w:ascii="Arial" w:hAnsi="Arial" w:cs="Arial"/>
                      <w:caps/>
                      <w:color w:val="2E3640"/>
                      <w:spacing w:val="8"/>
                      <w:w w:val="90"/>
                      <w:sz w:val="16"/>
                      <w:szCs w:val="16"/>
                      <w:lang/>
                    </w:rPr>
                    <w:t>• E-BUSINESS</w:t>
                  </w:r>
                </w:p>
                <w:p w:rsidR="00AE665C" w:rsidRPr="00AE665C" w:rsidRDefault="00AE665C" w:rsidP="00AE665C">
                  <w:pPr>
                    <w:widowControl w:val="0"/>
                    <w:spacing w:line="440" w:lineRule="exact"/>
                    <w:rPr>
                      <w:rFonts w:ascii="Arial" w:hAnsi="Arial" w:cs="Arial"/>
                      <w:caps/>
                      <w:color w:val="2E3640"/>
                      <w:spacing w:val="8"/>
                      <w:w w:val="90"/>
                      <w:sz w:val="16"/>
                      <w:szCs w:val="16"/>
                      <w:lang/>
                    </w:rPr>
                  </w:pPr>
                  <w:r w:rsidRPr="00AE665C">
                    <w:rPr>
                      <w:rFonts w:ascii="Arial" w:hAnsi="Arial" w:cs="Arial"/>
                      <w:caps/>
                      <w:color w:val="2E3640"/>
                      <w:spacing w:val="8"/>
                      <w:w w:val="90"/>
                      <w:sz w:val="16"/>
                      <w:szCs w:val="16"/>
                      <w:lang/>
                    </w:rPr>
                    <w:t>• MANAGEMENT</w:t>
                  </w:r>
                </w:p>
                <w:p w:rsidR="006A2125" w:rsidRPr="00AE665C" w:rsidRDefault="00AE665C" w:rsidP="00AE665C">
                  <w:pPr>
                    <w:widowControl w:val="0"/>
                    <w:spacing w:line="440" w:lineRule="exact"/>
                    <w:rPr>
                      <w:rFonts w:ascii="Arial" w:hAnsi="Arial" w:cs="Arial"/>
                      <w:caps/>
                      <w:color w:val="2E3640"/>
                      <w:w w:val="90"/>
                      <w:sz w:val="16"/>
                      <w:szCs w:val="16"/>
                    </w:rPr>
                  </w:pPr>
                  <w:r w:rsidRPr="00AE665C">
                    <w:rPr>
                      <w:rFonts w:ascii="Arial" w:hAnsi="Arial" w:cs="Arial"/>
                      <w:caps/>
                      <w:color w:val="2E3640"/>
                      <w:spacing w:val="8"/>
                      <w:w w:val="90"/>
                      <w:sz w:val="16"/>
                      <w:szCs w:val="16"/>
                      <w:lang/>
                    </w:rPr>
                    <w:t>• INFORMATION SYSTEMS</w:t>
                  </w:r>
                </w:p>
              </w:txbxContent>
            </v:textbox>
            <w10:wrap anchorx="page" anchory="page"/>
          </v:shape>
        </w:pict>
      </w:r>
      <w:r w:rsidR="006A2125">
        <w:rPr>
          <w:noProof/>
        </w:rPr>
        <w:pict>
          <v:shape id="_x0000_s1084" style="position:absolute;margin-left:18pt;margin-top:73.6pt;width:756pt;height:102.3pt;z-index:251672064;mso-position-horizontal-relative:page;mso-position-vertical-relative:page" coordsize="3171,427" path="m,427hdc1369,,2702,25,3171,52e" filled="f" fillcolor="#fffffe [rgb(255,255,254) ink(7,255)]" strokecolor="#efb32f [rgb(239,179,47) ink(2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83" style="position:absolute;margin-left:18pt;margin-top:65.7pt;width:756pt;height:101.3pt;z-index:251671040;mso-position-horizontal-relative:page;mso-position-vertical-relative:page" coordsize="3171,423" path="m,423hdc1374,,2711,30,3171,57e" filled="f" fillcolor="#fffffe [rgb(255,255,254) ink(7,255)]" strokecolor="#fffffe [rgb(255,255,254) ink(7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82" style="position:absolute;margin-left:18pt;margin-top:57.55pt;width:756pt;height:102.05pt;z-index:251670016;mso-position-horizontal-relative:page;mso-position-vertical-relative:page" coordsize="3171,426" path="m,426hdc1377,,2716,29,3171,56e" filled="f" fillcolor="#fffffe [rgb(255,255,254) ink(7,255)]" strokecolor="#efb32f [rgb(239,179,47) ink(2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81" style="position:absolute;margin-left:18pt;margin-top:65.9pt;width:756pt;height:105.7pt;z-index:251668992;mso-position-horizontal-relative:page;mso-position-vertical-relative:page" coordsize="3171,441" path="m,441hdc1372,,2713,16,3171,37e" filled="f" fillcolor="#fffffe [rgb(255,255,254) ink(7,255)]" strokecolor="#fffffe [rgb(255,255,254) ink(7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80" style="position:absolute;margin-left:18pt;margin-top:71.2pt;width:756pt;height:96.05pt;z-index:251667968;mso-position-horizontal-relative:page;mso-position-vertical-relative:page" coordsize="3171,401" path="m,401hdc1397,,2738,59,3171,92e" filled="f" fillcolor="#fffffe [rgb(255,255,254) ink(7,255)]" strokecolor="#fffffe [rgb(255,255,254) ink(7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79" style="position:absolute;margin-left:18pt;margin-top:18pt;width:756pt;height:150.25pt;z-index:251666944;mso-position-horizontal-relative:page;mso-position-vertical-relative:page" coordsize="3168,627" path="m,hdc,627,,627,,627,731,409,1853,296,2168,276v442,-27,783,-33,1000,-34c3168,,3168,,3168,hal,hdxe" fillcolor="#2e3640 [rgb(46,54,64) ink(5,255)]" stroked="f" strokecolor="#212120 [rgb(33,33,32) cmyk(0,0,0,100)]" o:cliptowrap="t">
            <v:fill color2="#fffffe [rgb(255,255,254) ink(7,255)]"/>
            <v:stroke color2="#fffffe [rgb(255,255,254) ink(7,255)]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group id="_x0000_s1072" style="position:absolute;margin-left:41.2pt;margin-top:533.8pt;width:35.4pt;height:38.4pt;z-index:251665920;mso-position-horizontal-relative:page;mso-position-vertical-relative:page" coordorigin="114379548,106280986" coordsize="450000,487500">
            <v:shape id="_x0000_s1073" style="position:absolute;left:114398298;top:106460986;width:431250;height:307500" coordsize="115,82" path="m101,37hdc84,64,49,71,23,54,12,47,4,36,,24,2,40,11,56,26,65,52,82,87,75,103,48,113,34,115,16,110,v1,13,-2,26,-9,37xe" fillcolor="#e33830 [rgb(227,56,48) cmyk(1.18,97.6,95.3,0)]" stroked="f" strokecolor="#212120 [rgb(33,33,32) cmyk(0,0,0,100)]" o:cliptowrap="t">
              <v:fill color2="#efb32f [rgb(239,179,47) cmyk(5.1,27.1,98,0)]" rotate="t" angle="-13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74" style="position:absolute;left:114379548;top:106355986;width:408750;height:363750" coordsize="109,97" path="m77,81hdc46,88,16,68,10,38,7,25,9,12,15,,5,13,,30,4,47v6,31,36,50,67,44c88,87,102,76,109,61,101,71,90,78,77,81xe" fillcolor="#e33830 [rgb(227,56,48) cmyk(1.18,97.6,95.3,0)]" stroked="f" strokecolor="#212120 [rgb(33,33,32) cmyk(0,0,0,100)]" o:cliptowrap="t">
              <v:fill color2="#efb32f [rgb(239,179,47) cmyk(5.1,27.1,98,0)]" rotate="t" angle="-13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75" style="position:absolute;left:114420798;top:106295986;width:236250;height:333750" coordsize="63,89" path="m34,78hdc14,65,8,38,21,18,27,9,35,3,45,,32,1,20,8,13,20,,40,5,67,26,80v11,8,25,9,37,5c53,86,43,84,34,78xe" fillcolor="#e33830 [rgb(227,56,48) cmyk(1.18,97.6,95.3,0)]" stroked="f" strokecolor="#212120 [rgb(33,33,32) cmyk(0,0,0,100)]" o:cliptowrap="t">
              <v:fill color2="#ef792f [rgb(239,121,47) cmyk(0,63.1,98,0)]" rotate="t" angle="-45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76" style="position:absolute;left:114458298;top:106280986;width:281250;height:318750" coordsize="75,85" path="m12,60hdc7,36,22,13,46,7v10,-2,20,,29,4c65,3,52,,38,3,15,8,,31,5,55,8,68,16,79,28,85,20,79,14,70,12,60xe" fillcolor="#e33830 [rgb(227,56,48) cmyk(1.18,97.6,95.3,0)]" stroked="f" strokecolor="#212120 [rgb(33,33,32) cmyk(0,0,0,100)]" o:cliptowrap="t">
              <v:fill color2="#ef792f [rgb(239,121,47) cmyk(0,63.1,98,0)]" rotate="t" angle="-45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77" style="position:absolute;left:114525798;top:106344736;width:187500;height:225000" coordsize="50,60" path="m10,43hdc5,27,14,10,30,5,37,3,44,4,50,6,43,1,34,,25,3,9,8,,25,5,41v3,9,9,15,17,19c17,56,12,50,10,43xe" fillcolor="#efb32f [rgb(239,179,47) cmyk(5.1,27.1,98,0)]" stroked="f" strokecolor="#212120 [rgb(33,33,32) cmyk(0,0,0,100)]" o:cliptowrap="t">
              <v:fill color2="#e33830 [rgb(227,56,48) cmyk(1.18,97.6,95.3,0)]" rotate="t" angle="-4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v:shape id="_x0000_s1078" style="position:absolute;left:114552048;top:106344736;width:228750;height:172500" coordsize="61,46" path="m7,26hdc14,11,33,5,48,13v6,4,11,9,13,15c60,20,54,12,46,7,31,,13,5,5,20,,29,,38,4,46,2,40,3,32,7,26xe" fillcolor="#efb32f [rgb(239,179,47) cmyk(5.1,27.1,98,0)]" stroked="f" strokecolor="#212120 [rgb(33,33,32) cmyk(0,0,0,100)]" o:cliptowrap="t">
              <v:fill color2="#e33830 [rgb(227,56,48) cmyk(1.18,97.6,95.3,0)]" rotate="t" angle="-45" focus="100%" type="gradient"/>
              <v:stroke color2="#fffffe [rgb(255,255,254) ink(7,255)]">
                <o:left v:ext="view" color="#212120 [rgb(33,33,32) cmyk(0,0,0,100)]" color2="#fffffe [rgb(255,255,254) ink(7,255)]"/>
                <o:top v:ext="view" color="#212120 [rgb(33,33,32) cmyk(0,0,0,100)]" color2="#fffffe [rgb(255,255,254) ink(7,255)]"/>
                <o:right v:ext="view" color="#212120 [rgb(33,33,32) cmyk(0,0,0,100)]" color2="#fffffe [rgb(255,255,254) ink(7,255)]"/>
                <o:bottom v:ext="view" color="#212120 [rgb(33,33,32) cmyk(0,0,0,100)]" color2="#fffffe [rgb(255,255,254) ink(7,255)]"/>
                <o:column v:ext="view" color="#212120 [rgb(33,33,32) cmyk(0,0,0,100)]" color2="#fffffe [rgb(255,255,254) ink(7,255)]"/>
              </v:stroke>
              <v:shadow color="#8c8682 [rgb(140,134,130) cmyk(24.7,20.8,19.6,36.1)]" color2="#dbd5d3 [rgb(219,213,211) cmyk(12.5,9.8,8.63,3.14)]"/>
              <v:path arrowok="t"/>
            </v:shape>
            <w10:wrap anchorx="page" anchory="page"/>
          </v:group>
        </w:pict>
      </w:r>
      <w:r w:rsidR="006A2125">
        <w:rPr>
          <w:noProof/>
        </w:rPr>
        <w:pict>
          <v:shape id="_x0000_s1071" type="#_x0000_t202" style="position:absolute;margin-left:90pt;margin-top:535.5pt;width:427.5pt;height:36pt;z-index:251664896;mso-wrap-distance-left:2.88pt;mso-wrap-distance-top:2.88pt;mso-wrap-distance-right:2.88pt;mso-wrap-distance-bottom:2.88pt;mso-position-horizontal-relative:page;mso-position-vertical-relative:page" filled="f" fillcolor="#fffffe [rgb(255,255,254) ink(7,255)]" stroked="f" strokecolor="#212120" insetpen="t" o:cliptowrap="t">
            <v:fill color2="#212120"/>
            <v:stroke color2="#fffffe [rgb(255,255,254) ink(7,255)]">
              <o:left v:ext="view" color="#212120" color2="#fffffe [rgb(255,255,254) ink(7,255)]"/>
              <o:top v:ext="view" color="#212120" color2="#fffffe [rgb(255,255,254) ink(7,255)]"/>
              <o:right v:ext="view" color="#212120" color2="#fffffe [rgb(255,255,254) ink(7,255)]"/>
              <o:bottom v:ext="view" color="#212120" color2="#fffffe [rgb(255,255,254) ink(7,255)]"/>
              <o:column v:ext="view" color="#212120" color2="#fffffe [rgb(255,255,254) ink(7,255)]"/>
            </v:stroke>
            <v:shadow color="#dcd6d4" color2="#dbd5d3 [rgb(219,213,211) cmyk(12.5,9.8,8.63,3.14)]"/>
            <v:textbox style="mso-column-margin:5.76pt" inset="2.88pt,2.88pt,2.88pt,2.88pt">
              <w:txbxContent>
                <w:p w:rsidR="006A2125" w:rsidRDefault="006A2125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B7C134"/>
                      <w:w w:val="90"/>
                      <w:sz w:val="18"/>
                      <w:szCs w:val="18"/>
                      <w:lang/>
                    </w:rPr>
                  </w:pPr>
                  <w:r>
                    <w:rPr>
                      <w:rFonts w:ascii="Arial" w:hAnsi="Arial" w:cs="Arial"/>
                      <w:color w:val="B7C134"/>
                      <w:spacing w:val="20"/>
                      <w:w w:val="90"/>
                      <w:sz w:val="18"/>
                      <w:szCs w:val="18"/>
                      <w:lang/>
                    </w:rPr>
                    <w:t>WE’VE WORKED WITH A DIVERSE CUSTOMER BASE. HOW CAN WE HELP YOU?</w:t>
                  </w:r>
                </w:p>
                <w:p w:rsidR="006A2125" w:rsidRDefault="00443855" w:rsidP="006A2125">
                  <w:pPr>
                    <w:widowControl w:val="0"/>
                    <w:spacing w:line="280" w:lineRule="exact"/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</w:pPr>
                  <w:r>
                    <w:rPr>
                      <w:rFonts w:ascii="Arial" w:hAnsi="Arial" w:cs="Arial"/>
                      <w:color w:val="FFFFFE"/>
                      <w:sz w:val="15"/>
                      <w:szCs w:val="15"/>
                      <w:lang/>
                    </w:rPr>
                    <w:t>Contact us today.</w:t>
                  </w:r>
                </w:p>
              </w:txbxContent>
            </v:textbox>
            <w10:wrap anchorx="page" anchory="page"/>
          </v:shape>
        </w:pict>
      </w:r>
      <w:r w:rsidR="006A2125">
        <w:rPr>
          <w:noProof/>
        </w:rPr>
        <w:pict>
          <v:shape id="_x0000_s1070" style="position:absolute;margin-left:18pt;margin-top:457.65pt;width:517pt;height:41pt;z-index:251663872;mso-position-horizontal-relative:page;mso-position-vertical-relative:page" coordsize="2128,169" path="m2128,hdc1209,169,404,166,,149e" filled="f" fillcolor="#fffffe [rgb(255,255,254) ink(7,255)]" strokecolor="#efb32f [rgb(239,179,47) ink(2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69" style="position:absolute;margin-left:18pt;margin-top:465.9pt;width:517pt;height:40.25pt;z-index:251662848;mso-position-horizontal-relative:page;mso-position-vertical-relative:page" coordsize="2128,166" path="m2128,hdc1206,166,400,161,,143e" filled="f" fillcolor="#fffffe [rgb(255,255,254) ink(7,255)]" strokecolor="#fffffe [rgb(255,255,254) ink(7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68" style="position:absolute;margin-left:18pt;margin-top:473.65pt;width:517pt;height:40.75pt;z-index:251661824;mso-position-horizontal-relative:page;mso-position-vertical-relative:page" coordsize="2128,168" path="m2128,hdc1205,168,397,164,,146e" filled="f" fillcolor="#fffffe [rgb(255,255,254) ink(7,255)]" strokecolor="#efb32f [rgb(239,179,47) ink(2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67" style="position:absolute;margin-left:18pt;margin-top:464.2pt;width:517pt;height:43.9pt;z-index:251660800;mso-position-horizontal-relative:page;mso-position-vertical-relative:page" coordsize="2128,181" path="m2128,hdc1207,178,398,181,,168e" filled="f" fillcolor="#fffffe [rgb(255,255,254) ink(7,255)]" strokecolor="#fffffe [rgb(255,255,254) ink(7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66" style="position:absolute;margin-left:18pt;margin-top:461.25pt;width:517pt;height:36.65pt;z-index:251659776;mso-position-horizontal-relative:page;mso-position-vertical-relative:page" coordsize="2128,151" path="m2128,hdc1195,151,387,130,,106e" filled="f" fillcolor="#fffffe [rgb(255,255,254) ink(7,255)]" strokecolor="#fffffe [rgb(255,255,254) ink(7,255)]" strokeweight=".17711mm" o:cliptowrap="t">
            <v:fill color2="#fffffe [rgb(255,255,254) ink(7,255)]"/>
            <v:stroke color2="#fffffe [rgb(255,255,254) ink(7,255)]" joinstyle="miter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6A2125">
        <w:rPr>
          <w:noProof/>
        </w:rPr>
        <w:pict>
          <v:shape id="_x0000_s1065" style="position:absolute;margin-left:18pt;margin-top:462.3pt;width:517.5pt;height:131.7pt;z-index:251658752;mso-position-horizontal-relative:page;mso-position-vertical-relative:page" coordsize="2131,545" path="m2131,hdc1697,63,1312,98,1148,109,588,144,189,143,,144,,545,,545,,545v2131,,2131,,2131,hal2131,hdxe" fillcolor="#2e3640 [rgb(46,54,64) ink(5,255)]" stroked="f" strokecolor="#212120 [rgb(33,33,32) cmyk(0,0,0,100)]" o:cliptowrap="t">
            <v:fill color2="#fffffe [rgb(255,255,254) ink(7,255)]"/>
            <v:stroke color2="#fffffe [rgb(255,255,254) ink(7,255)]">
              <o:left v:ext="view" color="#212120 [rgb(33,33,32) cmyk(0,0,0,100)]" color2="#fffffe [rgb(255,255,254) ink(7,255)]"/>
              <o:top v:ext="view" color="#212120 [rgb(33,33,32) cmyk(0,0,0,100)]" color2="#fffffe [rgb(255,255,254) ink(7,255)]"/>
              <o:right v:ext="view" color="#212120 [rgb(33,33,32) cmyk(0,0,0,100)]" color2="#fffffe [rgb(255,255,254) ink(7,255)]"/>
              <o:bottom v:ext="view" color="#212120 [rgb(33,33,32) cmyk(0,0,0,100)]" color2="#fffffe [rgb(255,255,254) ink(7,255)]"/>
              <o:column v:ext="view" color="#212120 [rgb(33,33,32) cmyk(0,0,0,100)]" color2="#fffffe [rgb(255,255,254) ink(7,255)]"/>
            </v:stroke>
            <v:shadow color="#8c8682 [rgb(140,134,130) cmyk(24.7,20.8,19.6,36.1)]" color2="#dbd5d3 [rgb(219,213,211) cmyk(12.5,9.8,8.63,3.14)]"/>
            <v:path arrowok="t"/>
            <w10:wrap anchorx="page" anchory="page"/>
          </v:shape>
        </w:pict>
      </w:r>
      <w:r w:rsidR="00CA45BC">
        <w:rPr>
          <w:noProof/>
        </w:rPr>
        <w:drawing>
          <wp:anchor distT="36576" distB="36576" distL="36576" distR="36576" simplePos="0" relativeHeight="251657728" behindDoc="0" locked="0" layoutInCell="1" allowOverlap="1">
            <wp:simplePos x="0" y="0"/>
            <wp:positionH relativeFrom="page">
              <wp:posOffset>228600</wp:posOffset>
            </wp:positionH>
            <wp:positionV relativeFrom="page">
              <wp:posOffset>3657600</wp:posOffset>
            </wp:positionV>
            <wp:extent cx="1797050" cy="2886075"/>
            <wp:effectExtent l="19050" t="0" r="0" b="0"/>
            <wp:wrapNone/>
            <wp:docPr id="40" name="Imagem 40" descr="C:\Documents and Settings\tamic\Desktop\TC999D\TC9990102D-PB\TC9990102-IMG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Documents and Settings\tamic\Desktop\TC999D\TC9990102D-PB\TC9990102-IMG05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 l="44295" r="5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28860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 w:rsidR="005F70E4" w:rsidSect="00BF7EA0">
      <w:pgSz w:w="15840" w:h="12240" w:orient="landscape" w:code="1"/>
      <w:pgMar w:top="360" w:right="360" w:bottom="360" w:left="360" w:header="360" w:footer="36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CA45BC"/>
    <w:rsid w:val="000D247E"/>
    <w:rsid w:val="00194B1B"/>
    <w:rsid w:val="001B326D"/>
    <w:rsid w:val="003B7DE5"/>
    <w:rsid w:val="00443855"/>
    <w:rsid w:val="0054068C"/>
    <w:rsid w:val="005F70E4"/>
    <w:rsid w:val="00606D3B"/>
    <w:rsid w:val="006A2125"/>
    <w:rsid w:val="00904EDB"/>
    <w:rsid w:val="00AA22E6"/>
    <w:rsid w:val="00AE665C"/>
    <w:rsid w:val="00B024DE"/>
    <w:rsid w:val="00BF7EA0"/>
    <w:rsid w:val="00CA45BC"/>
    <w:rsid w:val="00D125B9"/>
    <w:rsid w:val="00E65CBA"/>
    <w:rsid w:val="00F0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F7EA0"/>
    <w:rPr>
      <w:color w:val="212120"/>
      <w:kern w:val="28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file:///C:\Documents%20and%20Settings\tamic\Desktop\TC999D\TC9990102D-PB\TC9990102-IMG02.jp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file:///C:\Documents%20and%20Settings\tamic\Desktop\TC999D\TC9990102D-PB\TC9990102-IMG05.jpg" TargetMode="External"/><Relationship Id="rId5" Type="http://schemas.openxmlformats.org/officeDocument/2006/relationships/image" Target="file:///C:\Documents%20and%20Settings\tamic\Desktop\TC999D\TC9990102D-PB\TC9990102-IMG04.jpg" TargetMode="External"/><Relationship Id="rId10" Type="http://schemas.openxmlformats.org/officeDocument/2006/relationships/image" Target="media/image4.jpeg"/><Relationship Id="rId4" Type="http://schemas.openxmlformats.org/officeDocument/2006/relationships/image" Target="media/image1.jpeg"/><Relationship Id="rId9" Type="http://schemas.openxmlformats.org/officeDocument/2006/relationships/image" Target="file:///C:\Documents%20and%20Settings\tamic\Desktop\TC999D\TC9990102D-PB\TC9990102-IMG03.jp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Templates\Technology%20business%20brochure.dot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Technology business brochure</Template>
  <TotalTime>9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StockLayouts LLC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2011-11-07T14:10:00Z</dcterms:created>
  <dcterms:modified xsi:type="dcterms:W3CDTF">2011-11-07T14:27:00Z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TC102580011033</vt:lpwstr>
  </property>
</Properties>
</file>